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752" w:rsidRPr="001B783A" w:rsidRDefault="00890752" w:rsidP="0075119D">
      <w:pPr>
        <w:pStyle w:val="Style11"/>
        <w:widowControl/>
        <w:spacing w:line="266" w:lineRule="exact"/>
        <w:ind w:right="770"/>
        <w:jc w:val="center"/>
        <w:rPr>
          <w:rStyle w:val="FontStyle22"/>
        </w:rPr>
      </w:pPr>
      <w:r>
        <w:rPr>
          <w:rStyle w:val="FontStyle22"/>
        </w:rPr>
        <w:t xml:space="preserve">                                                                                                         Приложение</w:t>
      </w:r>
      <w:r w:rsidRPr="001B783A">
        <w:rPr>
          <w:rStyle w:val="FontStyle22"/>
        </w:rPr>
        <w:t xml:space="preserve"> к приказу </w:t>
      </w:r>
    </w:p>
    <w:p w:rsidR="00890752" w:rsidRPr="001B783A" w:rsidRDefault="00890752" w:rsidP="00687F4E">
      <w:pPr>
        <w:pStyle w:val="Style11"/>
        <w:widowControl/>
        <w:spacing w:line="266" w:lineRule="exact"/>
        <w:ind w:right="646"/>
        <w:jc w:val="right"/>
        <w:rPr>
          <w:rStyle w:val="FontStyle22"/>
        </w:rPr>
      </w:pPr>
      <w:r w:rsidRPr="001B783A">
        <w:rPr>
          <w:rStyle w:val="FontStyle22"/>
        </w:rPr>
        <w:t xml:space="preserve">Управления образования </w:t>
      </w:r>
    </w:p>
    <w:p w:rsidR="00890752" w:rsidRPr="001B783A" w:rsidRDefault="00890752" w:rsidP="00687F4E">
      <w:pPr>
        <w:pStyle w:val="Style11"/>
        <w:widowControl/>
        <w:spacing w:line="266" w:lineRule="exact"/>
        <w:ind w:right="646"/>
        <w:jc w:val="center"/>
        <w:rPr>
          <w:rStyle w:val="FontStyle22"/>
        </w:rPr>
      </w:pPr>
      <w:r w:rsidRPr="001B783A">
        <w:rPr>
          <w:rStyle w:val="FontStyle22"/>
        </w:rPr>
        <w:t xml:space="preserve">                                                                        </w:t>
      </w:r>
      <w:r>
        <w:rPr>
          <w:rStyle w:val="FontStyle22"/>
        </w:rPr>
        <w:t xml:space="preserve">                            от 14.10.2020 № 191</w:t>
      </w:r>
    </w:p>
    <w:p w:rsidR="00890752" w:rsidRDefault="00890752" w:rsidP="00EC7D62">
      <w:pPr>
        <w:spacing w:after="0" w:line="276" w:lineRule="auto"/>
        <w:jc w:val="center"/>
        <w:rPr>
          <w:rFonts w:ascii="Times New Roman" w:hAnsi="Times New Roman" w:cs="Times New Roman"/>
          <w:b/>
          <w:bCs/>
          <w:sz w:val="28"/>
          <w:szCs w:val="28"/>
          <w:lang w:eastAsia="ru-RU"/>
        </w:rPr>
      </w:pPr>
    </w:p>
    <w:p w:rsidR="00890752" w:rsidRPr="00EC7D62" w:rsidRDefault="00890752" w:rsidP="00EC7D62">
      <w:pPr>
        <w:spacing w:after="0" w:line="276" w:lineRule="auto"/>
        <w:jc w:val="center"/>
        <w:rPr>
          <w:rFonts w:ascii="Times New Roman" w:hAnsi="Times New Roman" w:cs="Times New Roman"/>
          <w:b/>
          <w:bCs/>
          <w:sz w:val="28"/>
          <w:szCs w:val="28"/>
          <w:lang w:eastAsia="ru-RU"/>
        </w:rPr>
      </w:pPr>
      <w:r w:rsidRPr="00EC7D62">
        <w:rPr>
          <w:rFonts w:ascii="Times New Roman" w:hAnsi="Times New Roman" w:cs="Times New Roman"/>
          <w:b/>
          <w:bCs/>
          <w:sz w:val="28"/>
          <w:szCs w:val="28"/>
          <w:lang w:eastAsia="ru-RU"/>
        </w:rPr>
        <w:t>Требова</w:t>
      </w:r>
      <w:r>
        <w:rPr>
          <w:rFonts w:ascii="Times New Roman" w:hAnsi="Times New Roman" w:cs="Times New Roman"/>
          <w:b/>
          <w:bCs/>
          <w:sz w:val="28"/>
          <w:szCs w:val="28"/>
          <w:lang w:eastAsia="ru-RU"/>
        </w:rPr>
        <w:t>ния к организации и проведению школьного</w:t>
      </w:r>
      <w:r w:rsidRPr="00EC7D62">
        <w:rPr>
          <w:rFonts w:ascii="Times New Roman" w:hAnsi="Times New Roman" w:cs="Times New Roman"/>
          <w:b/>
          <w:bCs/>
          <w:sz w:val="28"/>
          <w:szCs w:val="28"/>
          <w:lang w:eastAsia="ru-RU"/>
        </w:rPr>
        <w:t xml:space="preserve"> этапа всер</w:t>
      </w:r>
      <w:r>
        <w:rPr>
          <w:rFonts w:ascii="Times New Roman" w:hAnsi="Times New Roman" w:cs="Times New Roman"/>
          <w:b/>
          <w:bCs/>
          <w:sz w:val="28"/>
          <w:szCs w:val="28"/>
          <w:lang w:eastAsia="ru-RU"/>
        </w:rPr>
        <w:t>оссийской олимпиады школьников по биологии</w:t>
      </w:r>
    </w:p>
    <w:p w:rsidR="00890752" w:rsidRPr="00EC7D62" w:rsidRDefault="00890752" w:rsidP="00EC7D62">
      <w:pPr>
        <w:spacing w:after="0" w:line="276" w:lineRule="auto"/>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В 2020-2021 учебном году</w:t>
      </w:r>
    </w:p>
    <w:p w:rsidR="00890752" w:rsidRPr="00EC7D62" w:rsidRDefault="00890752" w:rsidP="00EC7D62">
      <w:pPr>
        <w:spacing w:after="0" w:line="276" w:lineRule="auto"/>
        <w:jc w:val="center"/>
        <w:rPr>
          <w:rFonts w:ascii="Times New Roman" w:hAnsi="Times New Roman" w:cs="Times New Roman"/>
          <w:sz w:val="24"/>
          <w:szCs w:val="24"/>
          <w:lang w:eastAsia="ru-RU"/>
        </w:rPr>
      </w:pPr>
    </w:p>
    <w:p w:rsidR="00890752" w:rsidRPr="00EC7D62" w:rsidRDefault="00890752" w:rsidP="006B6859">
      <w:pPr>
        <w:spacing w:after="0" w:line="276" w:lineRule="auto"/>
        <w:ind w:left="-709" w:hanging="284"/>
        <w:jc w:val="center"/>
        <w:rPr>
          <w:rFonts w:ascii="Times New Roman" w:hAnsi="Times New Roman" w:cs="Times New Roman"/>
          <w:b/>
          <w:bCs/>
          <w:sz w:val="28"/>
          <w:szCs w:val="28"/>
          <w:lang w:eastAsia="ru-RU"/>
        </w:rPr>
      </w:pPr>
      <w:r w:rsidRPr="00EC7D62">
        <w:rPr>
          <w:rFonts w:ascii="Times New Roman" w:hAnsi="Times New Roman" w:cs="Times New Roman"/>
          <w:b/>
          <w:bCs/>
          <w:sz w:val="28"/>
          <w:szCs w:val="28"/>
          <w:lang w:eastAsia="ru-RU"/>
        </w:rPr>
        <w:t xml:space="preserve">Общие требования </w:t>
      </w:r>
    </w:p>
    <w:p w:rsidR="00890752" w:rsidRDefault="00890752" w:rsidP="00830223">
      <w:pPr>
        <w:pStyle w:val="NoSpacing"/>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Pr>
          <w:rFonts w:ascii="Liberation Serif" w:hAnsi="Liberation Serif" w:cs="Liberation Serif"/>
          <w:sz w:val="28"/>
          <w:szCs w:val="28"/>
        </w:rPr>
        <w:t xml:space="preserve">Школьный </w:t>
      </w:r>
      <w:r w:rsidRPr="00830223">
        <w:rPr>
          <w:rFonts w:ascii="Times New Roman" w:hAnsi="Times New Roman" w:cs="Times New Roman"/>
          <w:sz w:val="28"/>
          <w:szCs w:val="28"/>
          <w:lang w:eastAsia="ru-RU"/>
        </w:rPr>
        <w:t>этап олимпиады по биологии проводится в соответствии с «Порядком проведения всероссийской олимпиады школьников» (далее – Порядок), утвержденным приказом Министерства образования и науки Российской Федерации (Минобрнауки России)  от 18 ноября 2013 г</w:t>
      </w:r>
      <w:r>
        <w:rPr>
          <w:rFonts w:ascii="Times New Roman" w:hAnsi="Times New Roman" w:cs="Times New Roman"/>
          <w:sz w:val="28"/>
          <w:szCs w:val="28"/>
          <w:lang w:eastAsia="ru-RU"/>
        </w:rPr>
        <w:t>. N 1252.</w:t>
      </w:r>
    </w:p>
    <w:p w:rsidR="00890752" w:rsidRPr="00830223" w:rsidRDefault="00890752" w:rsidP="0075119D">
      <w:pPr>
        <w:pStyle w:val="NoSpacing"/>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Школьный</w:t>
      </w:r>
      <w:r w:rsidRPr="00830223">
        <w:rPr>
          <w:rFonts w:ascii="Times New Roman" w:hAnsi="Times New Roman" w:cs="Times New Roman"/>
          <w:sz w:val="28"/>
          <w:szCs w:val="28"/>
          <w:lang w:eastAsia="ru-RU"/>
        </w:rPr>
        <w:t xml:space="preserve"> этап олимпиады по биологии проводится по единым заданиям, разработанным </w:t>
      </w:r>
      <w:r>
        <w:rPr>
          <w:rFonts w:ascii="Times New Roman" w:hAnsi="Times New Roman" w:cs="Times New Roman"/>
          <w:sz w:val="28"/>
          <w:szCs w:val="28"/>
          <w:lang w:eastAsia="ru-RU"/>
        </w:rPr>
        <w:t>муниципальной</w:t>
      </w:r>
      <w:r w:rsidRPr="00830223">
        <w:rPr>
          <w:rFonts w:ascii="Times New Roman" w:hAnsi="Times New Roman" w:cs="Times New Roman"/>
          <w:sz w:val="28"/>
          <w:szCs w:val="28"/>
          <w:lang w:eastAsia="ru-RU"/>
        </w:rPr>
        <w:t xml:space="preserve"> предметно-методической комиссией.</w:t>
      </w:r>
    </w:p>
    <w:p w:rsidR="00890752" w:rsidRPr="00830223" w:rsidRDefault="00890752" w:rsidP="0075119D">
      <w:pPr>
        <w:pStyle w:val="NoSpacing"/>
        <w:ind w:firstLine="708"/>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Продолжительность олимпиады по биологии в соответствии с методическими рекомендациями региональной предметно-методической комиссии составляет 180 минут.</w:t>
      </w:r>
    </w:p>
    <w:p w:rsidR="00890752" w:rsidRPr="00830223" w:rsidRDefault="00890752" w:rsidP="0075119D">
      <w:pPr>
        <w:pStyle w:val="NoSpacing"/>
        <w:ind w:firstLine="708"/>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xml:space="preserve">Требования по общеобразовательным предметам, содержащие предметную специфику проведения олимпиады (далее – предметные требования) определяют:  </w:t>
      </w:r>
    </w:p>
    <w:p w:rsidR="00890752" w:rsidRPr="00830223" w:rsidRDefault="00890752" w:rsidP="00830223">
      <w:pPr>
        <w:pStyle w:val="NoSpacing"/>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xml:space="preserve">- форму проведения </w:t>
      </w:r>
      <w:r>
        <w:rPr>
          <w:rFonts w:ascii="Liberation Serif" w:hAnsi="Liberation Serif" w:cs="Liberation Serif"/>
          <w:sz w:val="28"/>
          <w:szCs w:val="28"/>
        </w:rPr>
        <w:t>школьного</w:t>
      </w:r>
      <w:r w:rsidRPr="00830223">
        <w:rPr>
          <w:rFonts w:ascii="Times New Roman" w:hAnsi="Times New Roman" w:cs="Times New Roman"/>
          <w:sz w:val="28"/>
          <w:szCs w:val="28"/>
          <w:lang w:eastAsia="ru-RU"/>
        </w:rPr>
        <w:t xml:space="preserve"> этапа олимпиады и количество туров;</w:t>
      </w:r>
    </w:p>
    <w:p w:rsidR="00890752" w:rsidRPr="00830223" w:rsidRDefault="00890752" w:rsidP="00830223">
      <w:pPr>
        <w:pStyle w:val="NoSpacing"/>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время начала олимпиады и продолжительность туров по конкретному общеобразовательному предмету отдельно по классам (параллелям);</w:t>
      </w:r>
    </w:p>
    <w:p w:rsidR="00890752" w:rsidRPr="00830223" w:rsidRDefault="00890752" w:rsidP="00830223">
      <w:pPr>
        <w:pStyle w:val="NoSpacing"/>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xml:space="preserve">- специальное оборудование, необходимое для проведения туров </w:t>
      </w:r>
      <w:r>
        <w:rPr>
          <w:rFonts w:ascii="Liberation Serif" w:hAnsi="Liberation Serif" w:cs="Liberation Serif"/>
          <w:sz w:val="28"/>
          <w:szCs w:val="28"/>
        </w:rPr>
        <w:t>школьного</w:t>
      </w:r>
      <w:r w:rsidRPr="00830223">
        <w:rPr>
          <w:rFonts w:ascii="Times New Roman" w:hAnsi="Times New Roman" w:cs="Times New Roman"/>
          <w:sz w:val="28"/>
          <w:szCs w:val="28"/>
          <w:lang w:eastAsia="ru-RU"/>
        </w:rPr>
        <w:t xml:space="preserve"> этапа олимпиады.</w:t>
      </w:r>
    </w:p>
    <w:p w:rsidR="00890752" w:rsidRPr="00830223" w:rsidRDefault="00890752" w:rsidP="00830223">
      <w:pPr>
        <w:pStyle w:val="NoSpacing"/>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Предметные требования содержат информацию:</w:t>
      </w:r>
    </w:p>
    <w:p w:rsidR="00890752" w:rsidRPr="00830223" w:rsidRDefault="00890752" w:rsidP="00830223">
      <w:pPr>
        <w:pStyle w:val="NoSpacing"/>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xml:space="preserve"> - о комплектах заданий по классам (параллелям);</w:t>
      </w:r>
    </w:p>
    <w:p w:rsidR="00890752" w:rsidRPr="00830223" w:rsidRDefault="00890752" w:rsidP="00830223">
      <w:pPr>
        <w:pStyle w:val="NoSpacing"/>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xml:space="preserve"> - о порядке подведения итогов по классам (параллелям);</w:t>
      </w:r>
    </w:p>
    <w:p w:rsidR="00890752" w:rsidRPr="00830223" w:rsidRDefault="00890752" w:rsidP="00830223">
      <w:pPr>
        <w:pStyle w:val="NoSpacing"/>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xml:space="preserve"> - о разрешении или запрещении использования при выполнении заданий олимпиады справочных материалов, средств связи и вычислительной техники.</w:t>
      </w:r>
    </w:p>
    <w:p w:rsidR="00890752" w:rsidRPr="00830223" w:rsidRDefault="00890752" w:rsidP="0075119D">
      <w:pPr>
        <w:pStyle w:val="NoSpacing"/>
        <w:ind w:firstLine="708"/>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xml:space="preserve">В </w:t>
      </w:r>
      <w:r>
        <w:rPr>
          <w:rFonts w:ascii="Times New Roman" w:hAnsi="Times New Roman" w:cs="Times New Roman"/>
          <w:sz w:val="28"/>
          <w:szCs w:val="28"/>
          <w:lang w:eastAsia="ru-RU"/>
        </w:rPr>
        <w:t xml:space="preserve">школьном </w:t>
      </w:r>
      <w:r w:rsidRPr="00830223">
        <w:rPr>
          <w:rFonts w:ascii="Times New Roman" w:hAnsi="Times New Roman" w:cs="Times New Roman"/>
          <w:sz w:val="28"/>
          <w:szCs w:val="28"/>
          <w:lang w:eastAsia="ru-RU"/>
        </w:rPr>
        <w:t>этапе олимпиады по биологии п</w:t>
      </w:r>
      <w:r>
        <w:rPr>
          <w:rFonts w:ascii="Times New Roman" w:hAnsi="Times New Roman" w:cs="Times New Roman"/>
          <w:sz w:val="28"/>
          <w:szCs w:val="28"/>
          <w:lang w:eastAsia="ru-RU"/>
        </w:rPr>
        <w:t>ринимают</w:t>
      </w:r>
      <w:r w:rsidRPr="00830223">
        <w:rPr>
          <w:rFonts w:ascii="Times New Roman" w:hAnsi="Times New Roman" w:cs="Times New Roman"/>
          <w:sz w:val="28"/>
          <w:szCs w:val="28"/>
          <w:lang w:eastAsia="ru-RU"/>
        </w:rPr>
        <w:t xml:space="preserve"> участие обучающиеся </w:t>
      </w:r>
      <w:r>
        <w:rPr>
          <w:rFonts w:ascii="Times New Roman" w:hAnsi="Times New Roman" w:cs="Times New Roman"/>
          <w:sz w:val="28"/>
          <w:szCs w:val="28"/>
          <w:lang w:eastAsia="ru-RU"/>
        </w:rPr>
        <w:t>5-</w:t>
      </w:r>
      <w:r w:rsidRPr="00830223">
        <w:rPr>
          <w:rFonts w:ascii="Times New Roman" w:hAnsi="Times New Roman" w:cs="Times New Roman"/>
          <w:sz w:val="28"/>
          <w:szCs w:val="28"/>
          <w:lang w:eastAsia="ru-RU"/>
        </w:rPr>
        <w:t>11 классов организаций, осуществляющих образовательную деятельность по образовательным программам основного общего и среднего общего образования.</w:t>
      </w:r>
    </w:p>
    <w:p w:rsidR="00890752" w:rsidRPr="00830223" w:rsidRDefault="00890752" w:rsidP="00830223">
      <w:pPr>
        <w:pStyle w:val="NoSpacing"/>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ab/>
        <w:t xml:space="preserve">Участники </w:t>
      </w:r>
      <w:r>
        <w:rPr>
          <w:rFonts w:ascii="Liberation Serif" w:hAnsi="Liberation Serif" w:cs="Liberation Serif"/>
          <w:sz w:val="28"/>
          <w:szCs w:val="28"/>
        </w:rPr>
        <w:t>школьного</w:t>
      </w:r>
      <w:r w:rsidRPr="00830223">
        <w:rPr>
          <w:rFonts w:ascii="Times New Roman" w:hAnsi="Times New Roman" w:cs="Times New Roman"/>
          <w:sz w:val="28"/>
          <w:szCs w:val="28"/>
          <w:lang w:eastAsia="ru-RU"/>
        </w:rPr>
        <w:t xml:space="preserve"> этапа олимпиады вправе выполнять олимпиадные задания, разработанные для более старших классов по отношению к тем, в которые они проходят обучение. В случае прохождения на последующие этапы олимпиады данные участники выполняют олимпиадные задания, разработанные для класса, который они выбрали на </w:t>
      </w:r>
      <w:r>
        <w:rPr>
          <w:rFonts w:ascii="Liberation Serif" w:hAnsi="Liberation Serif" w:cs="Liberation Serif"/>
          <w:sz w:val="28"/>
          <w:szCs w:val="28"/>
        </w:rPr>
        <w:t>школьного</w:t>
      </w:r>
      <w:r w:rsidRPr="00830223">
        <w:rPr>
          <w:rFonts w:ascii="Times New Roman" w:hAnsi="Times New Roman" w:cs="Times New Roman"/>
          <w:sz w:val="28"/>
          <w:szCs w:val="28"/>
          <w:lang w:eastAsia="ru-RU"/>
        </w:rPr>
        <w:t xml:space="preserve"> этапе олимпиады.</w:t>
      </w:r>
    </w:p>
    <w:p w:rsidR="00890752" w:rsidRPr="00830223" w:rsidRDefault="00890752" w:rsidP="0075119D">
      <w:pPr>
        <w:pStyle w:val="NoSpacing"/>
        <w:ind w:firstLine="708"/>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xml:space="preserve">Перед началом проведения туров </w:t>
      </w:r>
      <w:r>
        <w:rPr>
          <w:rFonts w:ascii="Liberation Serif" w:hAnsi="Liberation Serif" w:cs="Liberation Serif"/>
          <w:sz w:val="28"/>
          <w:szCs w:val="28"/>
        </w:rPr>
        <w:t>школьного</w:t>
      </w:r>
      <w:r w:rsidRPr="00830223">
        <w:rPr>
          <w:rFonts w:ascii="Times New Roman" w:hAnsi="Times New Roman" w:cs="Times New Roman"/>
          <w:sz w:val="28"/>
          <w:szCs w:val="28"/>
          <w:lang w:eastAsia="ru-RU"/>
        </w:rPr>
        <w:t xml:space="preserve"> этапа олимпиады проводится краткий инструктаж: участникам сообщается о продолжительности туров, правилах поведения и правилах оформления работ, сроках и местах подведения итогов (когда и где участники могут ознакомиться со своими результатами). </w:t>
      </w:r>
    </w:p>
    <w:p w:rsidR="00890752" w:rsidRPr="00830223" w:rsidRDefault="00890752" w:rsidP="0075119D">
      <w:pPr>
        <w:pStyle w:val="NoSpacing"/>
        <w:ind w:firstLine="708"/>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xml:space="preserve">Каждому участнику олимпиады должно быть предоставлено отдельное рабочее место. Все рабочие места участников олимпиады </w:t>
      </w:r>
      <w:r>
        <w:rPr>
          <w:rFonts w:ascii="Times New Roman" w:hAnsi="Times New Roman" w:cs="Times New Roman"/>
          <w:sz w:val="28"/>
          <w:szCs w:val="28"/>
          <w:lang w:eastAsia="ru-RU"/>
        </w:rPr>
        <w:t xml:space="preserve">должны обеспечивать участникам </w:t>
      </w:r>
      <w:r w:rsidRPr="00830223">
        <w:rPr>
          <w:rFonts w:ascii="Times New Roman" w:hAnsi="Times New Roman" w:cs="Times New Roman"/>
          <w:sz w:val="28"/>
          <w:szCs w:val="28"/>
          <w:lang w:eastAsia="ru-RU"/>
        </w:rPr>
        <w:t>олимпиады равные условия, соответствовать действующим на момент проведения олимпиады санитарным эпидемиологическим правилам и нормам.</w:t>
      </w:r>
      <w:r w:rsidRPr="00830223">
        <w:rPr>
          <w:rFonts w:ascii="Times New Roman" w:hAnsi="Times New Roman" w:cs="Times New Roman"/>
          <w:sz w:val="28"/>
          <w:szCs w:val="28"/>
          <w:lang w:eastAsia="ru-RU"/>
        </w:rPr>
        <w:tab/>
      </w:r>
      <w:r w:rsidRPr="00830223">
        <w:rPr>
          <w:rFonts w:ascii="Times New Roman" w:hAnsi="Times New Roman" w:cs="Times New Roman"/>
          <w:sz w:val="28"/>
          <w:szCs w:val="28"/>
          <w:lang w:eastAsia="ru-RU"/>
        </w:rPr>
        <w:tab/>
      </w:r>
    </w:p>
    <w:p w:rsidR="00890752" w:rsidRPr="00830223" w:rsidRDefault="00890752" w:rsidP="0075119D">
      <w:pPr>
        <w:pStyle w:val="NoSpacing"/>
        <w:ind w:firstLine="708"/>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При проведении олимпиады каждому участнику предоставляется комплект олимпиадных заданий и комплект бланков для выполнения заданий письменного тура олимпиады. Комплект бланков для выполнения заданий письменного тура олимпиады состоит из титульного листа и бланков для выполнения заданий.</w:t>
      </w:r>
    </w:p>
    <w:p w:rsidR="00890752" w:rsidRPr="00830223" w:rsidRDefault="00890752" w:rsidP="0075119D">
      <w:pPr>
        <w:pStyle w:val="NoSpacing"/>
        <w:ind w:firstLine="708"/>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Кодирование олимпиадных работ участников состоит в разъединении титульного листа и бланков для выполнения з</w:t>
      </w:r>
      <w:r>
        <w:rPr>
          <w:rFonts w:ascii="Times New Roman" w:hAnsi="Times New Roman" w:cs="Times New Roman"/>
          <w:sz w:val="28"/>
          <w:szCs w:val="28"/>
          <w:lang w:eastAsia="ru-RU"/>
        </w:rPr>
        <w:t xml:space="preserve">аданий. Кодировка и декодировка </w:t>
      </w:r>
      <w:r w:rsidRPr="00830223">
        <w:rPr>
          <w:rFonts w:ascii="Times New Roman" w:hAnsi="Times New Roman" w:cs="Times New Roman"/>
          <w:sz w:val="28"/>
          <w:szCs w:val="28"/>
          <w:lang w:eastAsia="ru-RU"/>
        </w:rPr>
        <w:t>работ осуществляется представителем  оргкомитета.</w:t>
      </w:r>
    </w:p>
    <w:p w:rsidR="00890752" w:rsidRPr="00830223" w:rsidRDefault="00890752" w:rsidP="00830223">
      <w:pPr>
        <w:pStyle w:val="NoSpacing"/>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xml:space="preserve">Оргкомитет </w:t>
      </w:r>
      <w:r>
        <w:rPr>
          <w:rFonts w:ascii="Liberation Serif" w:hAnsi="Liberation Serif" w:cs="Liberation Serif"/>
          <w:sz w:val="28"/>
          <w:szCs w:val="28"/>
        </w:rPr>
        <w:t>школьного</w:t>
      </w:r>
      <w:r w:rsidRPr="00830223">
        <w:rPr>
          <w:rFonts w:ascii="Times New Roman" w:hAnsi="Times New Roman" w:cs="Times New Roman"/>
          <w:sz w:val="28"/>
          <w:szCs w:val="28"/>
          <w:lang w:eastAsia="ru-RU"/>
        </w:rPr>
        <w:t xml:space="preserve"> этапа Олимпиады:</w:t>
      </w:r>
    </w:p>
    <w:p w:rsidR="00890752" w:rsidRPr="00830223" w:rsidRDefault="00890752" w:rsidP="00830223">
      <w:pPr>
        <w:pStyle w:val="NoSpacing"/>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xml:space="preserve">- определяет организационно-технологическую модель проведения  </w:t>
      </w:r>
      <w:r>
        <w:rPr>
          <w:rFonts w:ascii="Liberation Serif" w:hAnsi="Liberation Serif" w:cs="Liberation Serif"/>
          <w:sz w:val="28"/>
          <w:szCs w:val="28"/>
        </w:rPr>
        <w:t>школьного</w:t>
      </w:r>
      <w:r w:rsidRPr="00830223">
        <w:rPr>
          <w:rFonts w:ascii="Times New Roman" w:hAnsi="Times New Roman" w:cs="Times New Roman"/>
          <w:sz w:val="28"/>
          <w:szCs w:val="28"/>
          <w:lang w:eastAsia="ru-RU"/>
        </w:rPr>
        <w:t xml:space="preserve">  этапа олимпиады;</w:t>
      </w:r>
    </w:p>
    <w:p w:rsidR="00890752" w:rsidRPr="00830223" w:rsidRDefault="00890752" w:rsidP="00830223">
      <w:pPr>
        <w:pStyle w:val="NoSpacing"/>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xml:space="preserve">- обеспечивает организацию и проведение </w:t>
      </w:r>
      <w:r>
        <w:rPr>
          <w:rFonts w:ascii="Liberation Serif" w:hAnsi="Liberation Serif" w:cs="Liberation Serif"/>
          <w:sz w:val="28"/>
          <w:szCs w:val="28"/>
        </w:rPr>
        <w:t>школьного</w:t>
      </w:r>
      <w:r w:rsidRPr="00830223">
        <w:rPr>
          <w:rFonts w:ascii="Times New Roman" w:hAnsi="Times New Roman" w:cs="Times New Roman"/>
          <w:sz w:val="28"/>
          <w:szCs w:val="28"/>
          <w:lang w:eastAsia="ru-RU"/>
        </w:rPr>
        <w:t xml:space="preserve">  этапа олимпиады в соответствии с утверждёнными организатором  </w:t>
      </w:r>
      <w:r>
        <w:rPr>
          <w:rFonts w:ascii="Liberation Serif" w:hAnsi="Liberation Serif" w:cs="Liberation Serif"/>
          <w:sz w:val="28"/>
          <w:szCs w:val="28"/>
        </w:rPr>
        <w:t>школьного</w:t>
      </w:r>
      <w:r w:rsidRPr="00830223">
        <w:rPr>
          <w:rFonts w:ascii="Times New Roman" w:hAnsi="Times New Roman" w:cs="Times New Roman"/>
          <w:sz w:val="28"/>
          <w:szCs w:val="28"/>
          <w:lang w:eastAsia="ru-RU"/>
        </w:rPr>
        <w:t xml:space="preserve">  этапа олимпиады требованиями к проведению олимпиады по биологии,  Порядком проведения всероссийской олимпиады школьников и действующими на момент проведения олимпиады санитарно-эпидемиологическими требованиями к условиям и организации обучения в организациях, </w:t>
      </w:r>
      <w:r>
        <w:rPr>
          <w:rFonts w:ascii="Times New Roman" w:hAnsi="Times New Roman" w:cs="Times New Roman"/>
          <w:sz w:val="28"/>
          <w:szCs w:val="28"/>
          <w:lang w:eastAsia="ru-RU"/>
        </w:rPr>
        <w:t xml:space="preserve">осуществляющих </w:t>
      </w:r>
      <w:r>
        <w:rPr>
          <w:rFonts w:ascii="Times New Roman" w:hAnsi="Times New Roman" w:cs="Times New Roman"/>
          <w:sz w:val="28"/>
          <w:szCs w:val="28"/>
          <w:lang w:eastAsia="ru-RU"/>
        </w:rPr>
        <w:tab/>
        <w:t xml:space="preserve">образовательную </w:t>
      </w:r>
      <w:r w:rsidRPr="00830223">
        <w:rPr>
          <w:rFonts w:ascii="Times New Roman" w:hAnsi="Times New Roman" w:cs="Times New Roman"/>
          <w:sz w:val="28"/>
          <w:szCs w:val="28"/>
          <w:lang w:eastAsia="ru-RU"/>
        </w:rPr>
        <w:t>деятельность по образовательным программам основного общего и среднего общего образования;</w:t>
      </w:r>
    </w:p>
    <w:p w:rsidR="00890752" w:rsidRPr="00830223" w:rsidRDefault="00890752" w:rsidP="00830223">
      <w:pPr>
        <w:pStyle w:val="NoSpacing"/>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xml:space="preserve">- осуществляет кодирование (обезличивание) олимпиадных работ участников </w:t>
      </w:r>
      <w:r>
        <w:rPr>
          <w:rFonts w:ascii="Liberation Serif" w:hAnsi="Liberation Serif" w:cs="Liberation Serif"/>
          <w:sz w:val="28"/>
          <w:szCs w:val="28"/>
        </w:rPr>
        <w:t>школьного</w:t>
      </w:r>
      <w:r w:rsidRPr="00830223">
        <w:rPr>
          <w:rFonts w:ascii="Times New Roman" w:hAnsi="Times New Roman" w:cs="Times New Roman"/>
          <w:sz w:val="28"/>
          <w:szCs w:val="28"/>
          <w:lang w:eastAsia="ru-RU"/>
        </w:rPr>
        <w:t xml:space="preserve"> этапа олимпиады;</w:t>
      </w:r>
    </w:p>
    <w:p w:rsidR="00890752" w:rsidRPr="00830223" w:rsidRDefault="00890752" w:rsidP="00830223">
      <w:pPr>
        <w:pStyle w:val="NoSpacing"/>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xml:space="preserve">- несёт ответственность за жизнь и здоровье участников олимпиады во время проведения </w:t>
      </w:r>
      <w:r>
        <w:rPr>
          <w:rFonts w:ascii="Liberation Serif" w:hAnsi="Liberation Serif" w:cs="Liberation Serif"/>
          <w:sz w:val="28"/>
          <w:szCs w:val="28"/>
        </w:rPr>
        <w:t>школьного</w:t>
      </w:r>
      <w:r w:rsidRPr="00830223">
        <w:rPr>
          <w:rFonts w:ascii="Times New Roman" w:hAnsi="Times New Roman" w:cs="Times New Roman"/>
          <w:sz w:val="28"/>
          <w:szCs w:val="28"/>
          <w:lang w:eastAsia="ru-RU"/>
        </w:rPr>
        <w:t xml:space="preserve"> этапа олимпиады.</w:t>
      </w:r>
    </w:p>
    <w:p w:rsidR="00890752" w:rsidRPr="00830223" w:rsidRDefault="00890752" w:rsidP="00830223">
      <w:pPr>
        <w:pStyle w:val="NoSpacing"/>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xml:space="preserve">Жюри </w:t>
      </w:r>
      <w:r>
        <w:rPr>
          <w:rFonts w:ascii="Liberation Serif" w:hAnsi="Liberation Serif" w:cs="Liberation Serif"/>
          <w:sz w:val="28"/>
          <w:szCs w:val="28"/>
        </w:rPr>
        <w:t xml:space="preserve">школьного </w:t>
      </w:r>
      <w:r w:rsidRPr="00830223">
        <w:rPr>
          <w:rFonts w:ascii="Times New Roman" w:hAnsi="Times New Roman" w:cs="Times New Roman"/>
          <w:sz w:val="28"/>
          <w:szCs w:val="28"/>
          <w:lang w:eastAsia="ru-RU"/>
        </w:rPr>
        <w:t>этапа Олимпиады:</w:t>
      </w:r>
    </w:p>
    <w:p w:rsidR="00890752" w:rsidRPr="00830223" w:rsidRDefault="00890752" w:rsidP="00830223">
      <w:pPr>
        <w:pStyle w:val="NoSpacing"/>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принимает для оценивания закодированные (обезличенные) олимпиадные работы участников олимпиады;</w:t>
      </w:r>
    </w:p>
    <w:p w:rsidR="00890752" w:rsidRPr="00830223" w:rsidRDefault="00890752" w:rsidP="00830223">
      <w:pPr>
        <w:pStyle w:val="NoSpacing"/>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xml:space="preserve">- оценивает выполненные олимпиадные задания в соответствии с утверждёнными критериями и методиками оценивания выполненных олимпиадных заданий.  Срок  проверки </w:t>
      </w:r>
      <w:r w:rsidRPr="00830223">
        <w:rPr>
          <w:rFonts w:ascii="Times New Roman" w:hAnsi="Times New Roman" w:cs="Times New Roman"/>
          <w:sz w:val="28"/>
          <w:szCs w:val="28"/>
          <w:lang w:eastAsia="ru-RU"/>
        </w:rPr>
        <w:tab/>
        <w:t>и оценки работ участников – три рабочих дня, не считая дня проведения олимпиады;</w:t>
      </w:r>
    </w:p>
    <w:p w:rsidR="00890752" w:rsidRPr="00830223" w:rsidRDefault="00890752" w:rsidP="00830223">
      <w:pPr>
        <w:pStyle w:val="NoSpacing"/>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проводит с участниками олимпиады анализ олимпиадных</w:t>
      </w:r>
      <w:r w:rsidRPr="00830223">
        <w:rPr>
          <w:rFonts w:ascii="Times New Roman" w:hAnsi="Times New Roman" w:cs="Times New Roman"/>
          <w:sz w:val="28"/>
          <w:szCs w:val="28"/>
          <w:lang w:eastAsia="ru-RU"/>
        </w:rPr>
        <w:tab/>
        <w:t>заданий и их решений;</w:t>
      </w:r>
    </w:p>
    <w:p w:rsidR="00890752" w:rsidRPr="00830223" w:rsidRDefault="00890752" w:rsidP="00830223">
      <w:pPr>
        <w:pStyle w:val="NoSpacing"/>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осуществляет очно по запросу участника олимпиады показ выполненных им олимпиадных заданий;</w:t>
      </w:r>
    </w:p>
    <w:p w:rsidR="00890752" w:rsidRPr="00830223" w:rsidRDefault="00890752" w:rsidP="00830223">
      <w:pPr>
        <w:pStyle w:val="NoSpacing"/>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представляет результаты олимпиады её участникам;</w:t>
      </w:r>
    </w:p>
    <w:p w:rsidR="00890752" w:rsidRPr="00830223" w:rsidRDefault="00890752" w:rsidP="00830223">
      <w:pPr>
        <w:pStyle w:val="NoSpacing"/>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xml:space="preserve">- рассматривает очно апелляции участников олимпиады;                   </w:t>
      </w:r>
    </w:p>
    <w:p w:rsidR="00890752" w:rsidRPr="00830223" w:rsidRDefault="00890752" w:rsidP="00830223">
      <w:pPr>
        <w:pStyle w:val="NoSpacing"/>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xml:space="preserve">- определяет победителей и призёров олимпиады на основании рейтинга по каждому общеобразовательному предмету и в соответствии с квотой, установленной организатором </w:t>
      </w:r>
      <w:r>
        <w:rPr>
          <w:rFonts w:ascii="Liberation Serif" w:hAnsi="Liberation Serif" w:cs="Liberation Serif"/>
          <w:sz w:val="28"/>
          <w:szCs w:val="28"/>
        </w:rPr>
        <w:t>школьного</w:t>
      </w:r>
      <w:r w:rsidRPr="00830223">
        <w:rPr>
          <w:rFonts w:ascii="Times New Roman" w:hAnsi="Times New Roman" w:cs="Times New Roman"/>
          <w:sz w:val="28"/>
          <w:szCs w:val="28"/>
          <w:lang w:eastAsia="ru-RU"/>
        </w:rPr>
        <w:t xml:space="preserve"> этапа олимпиады;</w:t>
      </w:r>
    </w:p>
    <w:p w:rsidR="00890752" w:rsidRPr="00830223" w:rsidRDefault="00890752" w:rsidP="00830223">
      <w:pPr>
        <w:pStyle w:val="NoSpacing"/>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оформляет и представляет организатору олимпиады результаты олимпиады (протоколы) для их утверждения;</w:t>
      </w:r>
    </w:p>
    <w:p w:rsidR="00890752" w:rsidRPr="00830223" w:rsidRDefault="00890752" w:rsidP="00830223">
      <w:pPr>
        <w:pStyle w:val="NoSpacing"/>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составляет и представляет организатору соответствующего этапа олимпиады аналитический отчёт о результатах выполнения олимпиадных заданий по каждому общеобразовательному предмету.</w:t>
      </w:r>
    </w:p>
    <w:p w:rsidR="00890752" w:rsidRPr="00830223" w:rsidRDefault="00890752" w:rsidP="00830223">
      <w:pPr>
        <w:pStyle w:val="NoSpacing"/>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xml:space="preserve">- состав жюри </w:t>
      </w:r>
      <w:r>
        <w:rPr>
          <w:rFonts w:ascii="Liberation Serif" w:hAnsi="Liberation Serif" w:cs="Liberation Serif"/>
          <w:sz w:val="28"/>
          <w:szCs w:val="28"/>
        </w:rPr>
        <w:t>школьного</w:t>
      </w:r>
      <w:r w:rsidRPr="00830223">
        <w:rPr>
          <w:rFonts w:ascii="Times New Roman" w:hAnsi="Times New Roman" w:cs="Times New Roman"/>
          <w:sz w:val="28"/>
          <w:szCs w:val="28"/>
          <w:lang w:eastAsia="ru-RU"/>
        </w:rPr>
        <w:t xml:space="preserve"> этапа олимпиады форми</w:t>
      </w:r>
      <w:r>
        <w:rPr>
          <w:rFonts w:ascii="Times New Roman" w:hAnsi="Times New Roman" w:cs="Times New Roman"/>
          <w:sz w:val="28"/>
          <w:szCs w:val="28"/>
          <w:lang w:eastAsia="ru-RU"/>
        </w:rPr>
        <w:t xml:space="preserve">руется из числа педагогических </w:t>
      </w:r>
      <w:r w:rsidRPr="00830223">
        <w:rPr>
          <w:rFonts w:ascii="Times New Roman" w:hAnsi="Times New Roman" w:cs="Times New Roman"/>
          <w:sz w:val="28"/>
          <w:szCs w:val="28"/>
          <w:lang w:eastAsia="ru-RU"/>
        </w:rPr>
        <w:t xml:space="preserve">работников и утверждается приказом Управления образования. </w:t>
      </w:r>
      <w:r w:rsidRPr="00830223">
        <w:rPr>
          <w:rFonts w:ascii="Times New Roman" w:hAnsi="Times New Roman" w:cs="Times New Roman"/>
          <w:sz w:val="28"/>
          <w:szCs w:val="28"/>
          <w:lang w:eastAsia="ru-RU"/>
        </w:rPr>
        <w:tab/>
        <w:t>Состав жюри всех этапов олимпиады должен меняться не менее, чем на пятую часть от общего числа членов, не реже одного раза в пять лет.</w:t>
      </w:r>
    </w:p>
    <w:p w:rsidR="00890752" w:rsidRPr="00830223" w:rsidRDefault="00890752" w:rsidP="0075119D">
      <w:pPr>
        <w:pStyle w:val="NoSpacing"/>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Муниципальная</w:t>
      </w:r>
      <w:r w:rsidRPr="00830223">
        <w:rPr>
          <w:rFonts w:ascii="Times New Roman" w:hAnsi="Times New Roman" w:cs="Times New Roman"/>
          <w:sz w:val="28"/>
          <w:szCs w:val="28"/>
          <w:lang w:eastAsia="ru-RU"/>
        </w:rPr>
        <w:t xml:space="preserve"> предметно-методическая комиссия вправе выборочно осуществить перепроверку олимпиадных работ участников </w:t>
      </w:r>
      <w:r>
        <w:rPr>
          <w:rFonts w:ascii="Liberation Serif" w:hAnsi="Liberation Serif" w:cs="Liberation Serif"/>
          <w:sz w:val="28"/>
          <w:szCs w:val="28"/>
        </w:rPr>
        <w:t>школьного</w:t>
      </w:r>
      <w:r w:rsidRPr="00830223">
        <w:rPr>
          <w:rFonts w:ascii="Times New Roman" w:hAnsi="Times New Roman" w:cs="Times New Roman"/>
          <w:sz w:val="28"/>
          <w:szCs w:val="28"/>
          <w:lang w:eastAsia="ru-RU"/>
        </w:rPr>
        <w:t xml:space="preserve"> этапа с наилучшими результатами.</w:t>
      </w:r>
    </w:p>
    <w:p w:rsidR="00890752" w:rsidRPr="00830223" w:rsidRDefault="00890752" w:rsidP="00830223">
      <w:pPr>
        <w:pStyle w:val="NoSpacing"/>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xml:space="preserve">Во время проведения </w:t>
      </w:r>
      <w:r>
        <w:rPr>
          <w:rFonts w:ascii="Liberation Serif" w:hAnsi="Liberation Serif" w:cs="Liberation Serif"/>
          <w:sz w:val="28"/>
          <w:szCs w:val="28"/>
        </w:rPr>
        <w:t>школьного</w:t>
      </w:r>
      <w:r w:rsidRPr="00830223">
        <w:rPr>
          <w:rFonts w:ascii="Times New Roman" w:hAnsi="Times New Roman" w:cs="Times New Roman"/>
          <w:sz w:val="28"/>
          <w:szCs w:val="28"/>
          <w:lang w:eastAsia="ru-RU"/>
        </w:rPr>
        <w:t xml:space="preserve"> этапа олимпиады участники олимпиады:</w:t>
      </w:r>
    </w:p>
    <w:p w:rsidR="00890752" w:rsidRPr="00830223" w:rsidRDefault="00890752" w:rsidP="00830223">
      <w:pPr>
        <w:pStyle w:val="NoSpacing"/>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должны соблюдать Порядок проведения всероссийской олимпиады школьников  и  настоящие Требования;</w:t>
      </w:r>
    </w:p>
    <w:p w:rsidR="00890752" w:rsidRPr="00830223" w:rsidRDefault="00890752" w:rsidP="00830223">
      <w:pPr>
        <w:pStyle w:val="NoSpacing"/>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должны следовать указани</w:t>
      </w:r>
      <w:r>
        <w:rPr>
          <w:rFonts w:ascii="Times New Roman" w:hAnsi="Times New Roman" w:cs="Times New Roman"/>
          <w:sz w:val="28"/>
          <w:szCs w:val="28"/>
          <w:lang w:eastAsia="ru-RU"/>
        </w:rPr>
        <w:t xml:space="preserve">ям представителей организатора </w:t>
      </w:r>
      <w:r w:rsidRPr="00830223">
        <w:rPr>
          <w:rFonts w:ascii="Times New Roman" w:hAnsi="Times New Roman" w:cs="Times New Roman"/>
          <w:sz w:val="28"/>
          <w:szCs w:val="28"/>
          <w:lang w:eastAsia="ru-RU"/>
        </w:rPr>
        <w:t>олимпиады;</w:t>
      </w:r>
    </w:p>
    <w:p w:rsidR="00890752" w:rsidRPr="00830223" w:rsidRDefault="00890752" w:rsidP="00830223">
      <w:pPr>
        <w:pStyle w:val="NoSpacing"/>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не вправе общаться друг с другом, свободно перемещаться по аудитории;</w:t>
      </w:r>
    </w:p>
    <w:p w:rsidR="00890752" w:rsidRPr="00830223" w:rsidRDefault="00890752" w:rsidP="00830223">
      <w:pPr>
        <w:pStyle w:val="NoSpacing"/>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xml:space="preserve">- участники олимпиады во </w:t>
      </w:r>
      <w:r>
        <w:rPr>
          <w:rFonts w:ascii="Times New Roman" w:hAnsi="Times New Roman" w:cs="Times New Roman"/>
          <w:sz w:val="28"/>
          <w:szCs w:val="28"/>
          <w:lang w:eastAsia="ru-RU"/>
        </w:rPr>
        <w:t xml:space="preserve">время выполнения заданий могут </w:t>
      </w:r>
      <w:r w:rsidRPr="00830223">
        <w:rPr>
          <w:rFonts w:ascii="Times New Roman" w:hAnsi="Times New Roman" w:cs="Times New Roman"/>
          <w:sz w:val="28"/>
          <w:szCs w:val="28"/>
          <w:lang w:eastAsia="ru-RU"/>
        </w:rPr>
        <w:t>выходить из аудитории только в сопровождении Дежурного, при этом запрещается выносить из аудитории задания и бланки ответов;</w:t>
      </w:r>
    </w:p>
    <w:p w:rsidR="00890752" w:rsidRPr="00830223" w:rsidRDefault="00890752" w:rsidP="00830223">
      <w:pPr>
        <w:pStyle w:val="NoSpacing"/>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участникам олимпиады запр</w:t>
      </w:r>
      <w:r>
        <w:rPr>
          <w:rFonts w:ascii="Times New Roman" w:hAnsi="Times New Roman" w:cs="Times New Roman"/>
          <w:sz w:val="28"/>
          <w:szCs w:val="28"/>
          <w:lang w:eastAsia="ru-RU"/>
        </w:rPr>
        <w:t xml:space="preserve">ещено иметь при себе и </w:t>
      </w:r>
      <w:r w:rsidRPr="00830223">
        <w:rPr>
          <w:rFonts w:ascii="Times New Roman" w:hAnsi="Times New Roman" w:cs="Times New Roman"/>
          <w:sz w:val="28"/>
          <w:szCs w:val="28"/>
          <w:lang w:eastAsia="ru-RU"/>
        </w:rPr>
        <w:t>пользоваться справочной литературой и техническими средствами, кроме указанных в настоящих Требования к проведению олимпиады по биологии;</w:t>
      </w:r>
    </w:p>
    <w:p w:rsidR="00890752" w:rsidRPr="00830223" w:rsidRDefault="00890752" w:rsidP="00830223">
      <w:pPr>
        <w:pStyle w:val="NoSpacing"/>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участникам Олимпи</w:t>
      </w:r>
      <w:r>
        <w:rPr>
          <w:rFonts w:ascii="Times New Roman" w:hAnsi="Times New Roman" w:cs="Times New Roman"/>
          <w:sz w:val="28"/>
          <w:szCs w:val="28"/>
          <w:lang w:eastAsia="ru-RU"/>
        </w:rPr>
        <w:t xml:space="preserve">ады запрещено иметь при себе и </w:t>
      </w:r>
      <w:r w:rsidRPr="00830223">
        <w:rPr>
          <w:rFonts w:ascii="Times New Roman" w:hAnsi="Times New Roman" w:cs="Times New Roman"/>
          <w:sz w:val="28"/>
          <w:szCs w:val="28"/>
          <w:lang w:eastAsia="ru-RU"/>
        </w:rPr>
        <w:t>пользоваться мобильными телефонами и иными средствами связи.</w:t>
      </w:r>
    </w:p>
    <w:p w:rsidR="00890752" w:rsidRPr="00830223" w:rsidRDefault="00890752" w:rsidP="0075119D">
      <w:pPr>
        <w:pStyle w:val="NoSpacing"/>
        <w:ind w:firstLine="708"/>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xml:space="preserve">При </w:t>
      </w:r>
      <w:r w:rsidRPr="00830223">
        <w:rPr>
          <w:rFonts w:ascii="Times New Roman" w:hAnsi="Times New Roman" w:cs="Times New Roman"/>
          <w:sz w:val="28"/>
          <w:szCs w:val="28"/>
          <w:lang w:eastAsia="ru-RU"/>
        </w:rPr>
        <w:tab/>
        <w:t xml:space="preserve">нарушении </w:t>
      </w:r>
      <w:r w:rsidRPr="00830223">
        <w:rPr>
          <w:rFonts w:ascii="Times New Roman" w:hAnsi="Times New Roman" w:cs="Times New Roman"/>
          <w:sz w:val="28"/>
          <w:szCs w:val="28"/>
          <w:lang w:eastAsia="ru-RU"/>
        </w:rPr>
        <w:tab/>
        <w:t xml:space="preserve">указанных требований, участник </w:t>
      </w:r>
      <w:r w:rsidRPr="00830223">
        <w:rPr>
          <w:rFonts w:ascii="Times New Roman" w:hAnsi="Times New Roman" w:cs="Times New Roman"/>
          <w:sz w:val="28"/>
          <w:szCs w:val="28"/>
          <w:lang w:eastAsia="ru-RU"/>
        </w:rPr>
        <w:tab/>
        <w:t xml:space="preserve">олимпиады удаляется из аудитории без права участия в олимпиаде по данному предмету  в текущем учебном году. </w:t>
      </w:r>
    </w:p>
    <w:p w:rsidR="00890752" w:rsidRPr="00830223" w:rsidRDefault="00890752" w:rsidP="0075119D">
      <w:pPr>
        <w:pStyle w:val="NoSpacing"/>
        <w:ind w:firstLine="708"/>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Рейтинг участников олимпиады составляется после дешифровки работ.</w:t>
      </w:r>
    </w:p>
    <w:p w:rsidR="00890752" w:rsidRPr="00830223" w:rsidRDefault="00890752" w:rsidP="0075119D">
      <w:pPr>
        <w:pStyle w:val="NoSpacing"/>
        <w:ind w:firstLine="708"/>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Апелляция осуществляется в соответствии с положением об апелляции и на основании графика, составленного оргкомитетом олимпиады.</w:t>
      </w:r>
    </w:p>
    <w:p w:rsidR="00890752" w:rsidRPr="00830223" w:rsidRDefault="00890752" w:rsidP="00830223">
      <w:pPr>
        <w:pStyle w:val="NoSpacing"/>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После окончания работы апелляционных комиссий председатели жюри подписывают итоговые протоколы с указанием победителей и призеров.</w:t>
      </w:r>
    </w:p>
    <w:p w:rsidR="00890752" w:rsidRDefault="00890752" w:rsidP="00830223">
      <w:pPr>
        <w:pStyle w:val="NoSpacing"/>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xml:space="preserve">Для формирования протокола по предмету  отводится 2-3 дня. </w:t>
      </w:r>
    </w:p>
    <w:p w:rsidR="00890752" w:rsidRDefault="00890752" w:rsidP="0075119D">
      <w:pPr>
        <w:pStyle w:val="NoSpacing"/>
        <w:jc w:val="center"/>
        <w:rPr>
          <w:rFonts w:ascii="Times New Roman" w:hAnsi="Times New Roman" w:cs="Times New Roman"/>
          <w:sz w:val="28"/>
          <w:szCs w:val="28"/>
          <w:lang w:eastAsia="ru-RU"/>
        </w:rPr>
      </w:pPr>
    </w:p>
    <w:p w:rsidR="00890752" w:rsidRDefault="00890752" w:rsidP="0075119D">
      <w:pPr>
        <w:pStyle w:val="NoSpacing"/>
        <w:jc w:val="center"/>
        <w:rPr>
          <w:rFonts w:ascii="Times New Roman" w:hAnsi="Times New Roman" w:cs="Times New Roman"/>
          <w:b/>
          <w:bCs/>
          <w:sz w:val="28"/>
          <w:szCs w:val="28"/>
        </w:rPr>
      </w:pPr>
      <w:r w:rsidRPr="00830223">
        <w:rPr>
          <w:rFonts w:ascii="Times New Roman" w:hAnsi="Times New Roman" w:cs="Times New Roman"/>
          <w:b/>
          <w:bCs/>
          <w:sz w:val="28"/>
          <w:szCs w:val="28"/>
        </w:rPr>
        <w:t xml:space="preserve">Предметные требования к проведению </w:t>
      </w:r>
      <w:r w:rsidRPr="0075119D">
        <w:rPr>
          <w:rFonts w:ascii="Liberation Serif" w:hAnsi="Liberation Serif" w:cs="Liberation Serif"/>
          <w:b/>
          <w:bCs/>
          <w:sz w:val="28"/>
          <w:szCs w:val="28"/>
        </w:rPr>
        <w:t>школьного</w:t>
      </w:r>
      <w:r w:rsidRPr="0075119D">
        <w:rPr>
          <w:rFonts w:ascii="Times New Roman" w:hAnsi="Times New Roman" w:cs="Times New Roman"/>
          <w:b/>
          <w:bCs/>
          <w:sz w:val="28"/>
          <w:szCs w:val="28"/>
        </w:rPr>
        <w:t xml:space="preserve"> </w:t>
      </w:r>
      <w:r w:rsidRPr="00830223">
        <w:rPr>
          <w:rFonts w:ascii="Times New Roman" w:hAnsi="Times New Roman" w:cs="Times New Roman"/>
          <w:b/>
          <w:bCs/>
          <w:sz w:val="28"/>
          <w:szCs w:val="28"/>
        </w:rPr>
        <w:t>тура олимпиады по биологии</w:t>
      </w:r>
    </w:p>
    <w:p w:rsidR="00890752" w:rsidRPr="00830223" w:rsidRDefault="00890752" w:rsidP="0075119D">
      <w:pPr>
        <w:pStyle w:val="NoSpacing"/>
        <w:jc w:val="center"/>
        <w:rPr>
          <w:rFonts w:ascii="Times New Roman" w:hAnsi="Times New Roman" w:cs="Times New Roman"/>
          <w:b/>
          <w:bCs/>
          <w:sz w:val="28"/>
          <w:szCs w:val="28"/>
        </w:rPr>
      </w:pPr>
    </w:p>
    <w:p w:rsidR="00890752" w:rsidRPr="00830223" w:rsidRDefault="00890752" w:rsidP="0075119D">
      <w:pPr>
        <w:pStyle w:val="NoSpacing"/>
        <w:ind w:firstLine="708"/>
        <w:jc w:val="both"/>
        <w:rPr>
          <w:rFonts w:ascii="Times New Roman" w:hAnsi="Times New Roman" w:cs="Times New Roman"/>
          <w:sz w:val="28"/>
          <w:szCs w:val="28"/>
        </w:rPr>
      </w:pPr>
      <w:r w:rsidRPr="00830223">
        <w:rPr>
          <w:rFonts w:ascii="Times New Roman" w:hAnsi="Times New Roman" w:cs="Times New Roman"/>
          <w:sz w:val="28"/>
          <w:szCs w:val="28"/>
        </w:rPr>
        <w:t>Всероссийская олимпиада по биологии проводится с целью развития способностей и интереса к научной (научно-исследовательской) деятельности, пропаганды научных знаний, отбора лиц, проявивших выдающиеся способности в состав Регионального этапа олимпиады по биологии. Основными задачами олимпиады являются: пропаганда биологической науки и биологического образования; поддержание единства образовательного пространства в Российской Федерации; выявление и развитие у обучающихся творческих способностей и интереса к научно-исследовательской деятельности в области биологии; создание необходимых условий для выявления и сопровождения одаренных детей, увлеченных биологической наукой.</w:t>
      </w:r>
    </w:p>
    <w:p w:rsidR="00890752" w:rsidRPr="00830223" w:rsidRDefault="00890752" w:rsidP="0075119D">
      <w:pPr>
        <w:pStyle w:val="NoSpacing"/>
        <w:ind w:firstLine="708"/>
        <w:jc w:val="both"/>
        <w:rPr>
          <w:rFonts w:ascii="Times New Roman" w:hAnsi="Times New Roman" w:cs="Times New Roman"/>
          <w:sz w:val="28"/>
          <w:szCs w:val="28"/>
        </w:rPr>
      </w:pPr>
      <w:r>
        <w:rPr>
          <w:rFonts w:ascii="Times New Roman" w:hAnsi="Times New Roman" w:cs="Times New Roman"/>
          <w:sz w:val="28"/>
          <w:szCs w:val="28"/>
        </w:rPr>
        <w:t>Школьный</w:t>
      </w:r>
      <w:r w:rsidRPr="00830223">
        <w:rPr>
          <w:rFonts w:ascii="Times New Roman" w:hAnsi="Times New Roman" w:cs="Times New Roman"/>
          <w:sz w:val="28"/>
          <w:szCs w:val="28"/>
        </w:rPr>
        <w:t xml:space="preserve"> этап олимпиады по биологии проводится в один теоретический тур. Цель теоретического тура – определение уровня теоретической подготовки участников олимпиады. Длительность теоретического тура не превышает 180 минут. Проведению </w:t>
      </w:r>
      <w:r>
        <w:rPr>
          <w:rFonts w:ascii="Liberation Serif" w:hAnsi="Liberation Serif" w:cs="Liberation Serif"/>
          <w:sz w:val="28"/>
          <w:szCs w:val="28"/>
        </w:rPr>
        <w:t>школьного</w:t>
      </w:r>
      <w:r w:rsidRPr="00830223">
        <w:rPr>
          <w:rFonts w:ascii="Times New Roman" w:hAnsi="Times New Roman" w:cs="Times New Roman"/>
          <w:sz w:val="28"/>
          <w:szCs w:val="28"/>
        </w:rPr>
        <w:t xml:space="preserve"> тура олимпиады предшествует краткий инструктаж участников о правилах участия в данном мероприятии, а также инструктаж по технике безопасности. </w:t>
      </w:r>
    </w:p>
    <w:p w:rsidR="00890752" w:rsidRPr="00830223" w:rsidRDefault="00890752" w:rsidP="00830223">
      <w:pPr>
        <w:pStyle w:val="NoSpacing"/>
        <w:jc w:val="both"/>
        <w:rPr>
          <w:rFonts w:ascii="Times New Roman" w:hAnsi="Times New Roman" w:cs="Times New Roman"/>
          <w:sz w:val="28"/>
          <w:szCs w:val="28"/>
        </w:rPr>
      </w:pPr>
    </w:p>
    <w:p w:rsidR="00890752" w:rsidRPr="00830223" w:rsidRDefault="00890752" w:rsidP="0075119D">
      <w:pPr>
        <w:pStyle w:val="NoSpacing"/>
        <w:ind w:firstLine="708"/>
        <w:jc w:val="both"/>
        <w:rPr>
          <w:rFonts w:ascii="Times New Roman" w:hAnsi="Times New Roman" w:cs="Times New Roman"/>
          <w:sz w:val="28"/>
          <w:szCs w:val="28"/>
        </w:rPr>
      </w:pPr>
      <w:r>
        <w:rPr>
          <w:rFonts w:ascii="Times New Roman" w:hAnsi="Times New Roman" w:cs="Times New Roman"/>
          <w:sz w:val="28"/>
          <w:szCs w:val="28"/>
        </w:rPr>
        <w:t xml:space="preserve">Школьный </w:t>
      </w:r>
      <w:r w:rsidRPr="00830223">
        <w:rPr>
          <w:rFonts w:ascii="Times New Roman" w:hAnsi="Times New Roman" w:cs="Times New Roman"/>
          <w:sz w:val="28"/>
          <w:szCs w:val="28"/>
        </w:rPr>
        <w:t xml:space="preserve">этап Всероссийской олимпиады по биологии проводится по олимпиадным заданиям, разработанным </w:t>
      </w:r>
      <w:r>
        <w:rPr>
          <w:rFonts w:ascii="Times New Roman" w:hAnsi="Times New Roman" w:cs="Times New Roman"/>
          <w:sz w:val="28"/>
          <w:szCs w:val="28"/>
        </w:rPr>
        <w:t xml:space="preserve">муниципальной </w:t>
      </w:r>
      <w:r w:rsidRPr="00830223">
        <w:rPr>
          <w:rFonts w:ascii="Times New Roman" w:hAnsi="Times New Roman" w:cs="Times New Roman"/>
          <w:sz w:val="28"/>
          <w:szCs w:val="28"/>
        </w:rPr>
        <w:t xml:space="preserve">предметно-методической комиссией. Для проведения теоретического тура предлагается пять комплектов для </w:t>
      </w:r>
      <w:r>
        <w:rPr>
          <w:rFonts w:ascii="Times New Roman" w:hAnsi="Times New Roman" w:cs="Times New Roman"/>
          <w:sz w:val="28"/>
          <w:szCs w:val="28"/>
        </w:rPr>
        <w:t>5-х, 6-х,</w:t>
      </w:r>
      <w:r w:rsidRPr="00830223">
        <w:rPr>
          <w:rFonts w:ascii="Times New Roman" w:hAnsi="Times New Roman" w:cs="Times New Roman"/>
          <w:sz w:val="28"/>
          <w:szCs w:val="28"/>
        </w:rPr>
        <w:t xml:space="preserve">7-х, 8-х, 9-х, 10–х и 11-х классов, включающие задания 4-х типов. Форма заданий – тестовая. В соответствии с рекомендациями Всероссийской предметной-методической комиссии по биологии, это обусловлено тем, что на решение каждого из них участник тратит минимальное время, а содержание охватывает практические все биологические разделы, характерные для соответствующей параллели. Кроме того, тестовые задания – основа теоретического Заключительного тура биологической олимпиады. </w:t>
      </w:r>
    </w:p>
    <w:p w:rsidR="00890752" w:rsidRPr="00830223" w:rsidRDefault="00890752" w:rsidP="00830223">
      <w:pPr>
        <w:pStyle w:val="NoSpacing"/>
        <w:jc w:val="both"/>
        <w:rPr>
          <w:rFonts w:ascii="Times New Roman" w:hAnsi="Times New Roman" w:cs="Times New Roman"/>
          <w:sz w:val="28"/>
          <w:szCs w:val="28"/>
        </w:rPr>
      </w:pPr>
    </w:p>
    <w:p w:rsidR="00890752" w:rsidRPr="00830223" w:rsidRDefault="00890752" w:rsidP="0075119D">
      <w:pPr>
        <w:pStyle w:val="NoSpacing"/>
        <w:jc w:val="center"/>
        <w:rPr>
          <w:rFonts w:ascii="Times New Roman" w:hAnsi="Times New Roman" w:cs="Times New Roman"/>
          <w:b/>
          <w:bCs/>
          <w:sz w:val="28"/>
          <w:szCs w:val="28"/>
        </w:rPr>
      </w:pPr>
      <w:r w:rsidRPr="00830223">
        <w:rPr>
          <w:rFonts w:ascii="Times New Roman" w:hAnsi="Times New Roman" w:cs="Times New Roman"/>
          <w:b/>
          <w:bCs/>
          <w:sz w:val="28"/>
          <w:szCs w:val="28"/>
        </w:rPr>
        <w:t>Перечень материально-технического обеспечения, необходимого для выполнения олимпиадных заданий</w:t>
      </w:r>
    </w:p>
    <w:p w:rsidR="00890752" w:rsidRPr="00830223" w:rsidRDefault="00890752" w:rsidP="0075119D">
      <w:pPr>
        <w:pStyle w:val="NoSpacing"/>
        <w:ind w:firstLine="708"/>
        <w:jc w:val="both"/>
        <w:rPr>
          <w:rFonts w:ascii="Times New Roman" w:hAnsi="Times New Roman" w:cs="Times New Roman"/>
          <w:sz w:val="28"/>
          <w:szCs w:val="28"/>
        </w:rPr>
      </w:pPr>
      <w:r w:rsidRPr="00830223">
        <w:rPr>
          <w:rFonts w:ascii="Times New Roman" w:hAnsi="Times New Roman" w:cs="Times New Roman"/>
          <w:sz w:val="28"/>
          <w:szCs w:val="28"/>
        </w:rPr>
        <w:t xml:space="preserve">Для тиражирования методических материалов олимпиады (заданий и др.) необходима копировально-множительная техника (лазерные принтеры, копир или ризограф) и расходные материалы. Материалы следует размножать в расчете на каждого участника. </w:t>
      </w:r>
    </w:p>
    <w:p w:rsidR="00890752" w:rsidRPr="00830223" w:rsidRDefault="00890752" w:rsidP="0075119D">
      <w:pPr>
        <w:pStyle w:val="NoSpacing"/>
        <w:ind w:firstLine="708"/>
        <w:jc w:val="both"/>
        <w:rPr>
          <w:rFonts w:ascii="Times New Roman" w:hAnsi="Times New Roman" w:cs="Times New Roman"/>
          <w:sz w:val="28"/>
          <w:szCs w:val="28"/>
        </w:rPr>
      </w:pPr>
      <w:r w:rsidRPr="00830223">
        <w:rPr>
          <w:rFonts w:ascii="Times New Roman" w:hAnsi="Times New Roman" w:cs="Times New Roman"/>
          <w:sz w:val="28"/>
          <w:szCs w:val="28"/>
        </w:rPr>
        <w:t xml:space="preserve">Для проведения </w:t>
      </w:r>
      <w:r>
        <w:rPr>
          <w:rFonts w:ascii="Liberation Serif" w:hAnsi="Liberation Serif" w:cs="Liberation Serif"/>
          <w:sz w:val="28"/>
          <w:szCs w:val="28"/>
        </w:rPr>
        <w:t>школьного</w:t>
      </w:r>
      <w:r w:rsidRPr="00830223">
        <w:rPr>
          <w:rFonts w:ascii="Times New Roman" w:hAnsi="Times New Roman" w:cs="Times New Roman"/>
          <w:sz w:val="28"/>
          <w:szCs w:val="28"/>
        </w:rPr>
        <w:t xml:space="preserve"> тура олимпиады, необходимы аудитории (школьные классы), в которых можно было бы разместить ожидаемое количество участников, по одному за каждым рабочим местом (партой). Для каждой параллели готовиться отдельная аудитория (класс). Кроме того, должен быть организован пункт скорой медицинской помощи. </w:t>
      </w:r>
    </w:p>
    <w:p w:rsidR="00890752" w:rsidRPr="00830223" w:rsidRDefault="00890752" w:rsidP="0075119D">
      <w:pPr>
        <w:pStyle w:val="NoSpacing"/>
        <w:ind w:firstLine="708"/>
        <w:jc w:val="both"/>
        <w:rPr>
          <w:rFonts w:ascii="Times New Roman" w:hAnsi="Times New Roman" w:cs="Times New Roman"/>
          <w:sz w:val="28"/>
          <w:szCs w:val="28"/>
        </w:rPr>
      </w:pPr>
      <w:r w:rsidRPr="00830223">
        <w:rPr>
          <w:rFonts w:ascii="Times New Roman" w:hAnsi="Times New Roman" w:cs="Times New Roman"/>
          <w:sz w:val="28"/>
          <w:szCs w:val="28"/>
        </w:rPr>
        <w:t xml:space="preserve">Непосредственно для работы жюри необходимо подготовить помещение, оснащенное техническими средствами и канцелярскими принадлежностями: компьютер, принтер, копир, 4-5 пачек бумаги, ручки (красные из расчета на каждого члена жюри + 20% сверху), карандаши простые (из расчета на каждого члена жюри + 20% сверху), ножницы, степлер и скрепки к нему (10 упаковок), антистеплер, клеящий карандаш, широкий скотч. </w:t>
      </w:r>
    </w:p>
    <w:p w:rsidR="00890752" w:rsidRPr="00830223" w:rsidRDefault="00890752" w:rsidP="00830223">
      <w:pPr>
        <w:pStyle w:val="NoSpacing"/>
        <w:jc w:val="both"/>
        <w:rPr>
          <w:rFonts w:ascii="Times New Roman" w:hAnsi="Times New Roman" w:cs="Times New Roman"/>
          <w:sz w:val="28"/>
          <w:szCs w:val="28"/>
        </w:rPr>
      </w:pPr>
    </w:p>
    <w:p w:rsidR="00890752" w:rsidRPr="00830223" w:rsidRDefault="00890752" w:rsidP="00830223">
      <w:pPr>
        <w:pStyle w:val="NoSpacing"/>
        <w:jc w:val="both"/>
        <w:rPr>
          <w:rFonts w:ascii="Times New Roman" w:hAnsi="Times New Roman" w:cs="Times New Roman"/>
          <w:sz w:val="28"/>
          <w:szCs w:val="28"/>
        </w:rPr>
      </w:pPr>
    </w:p>
    <w:sectPr w:rsidR="00890752" w:rsidRPr="00830223" w:rsidSect="0075119D">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Liberation Serif">
    <w:panose1 w:val="02020603050405020304"/>
    <w:charset w:val="CC"/>
    <w:family w:val="roman"/>
    <w:pitch w:val="variable"/>
    <w:sig w:usb0="A0000AAF" w:usb1="500078FB" w:usb2="00000000" w:usb3="00000000" w:csb0="000001B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6464A0"/>
    <w:multiLevelType w:val="hybridMultilevel"/>
    <w:tmpl w:val="45D2E034"/>
    <w:lvl w:ilvl="0" w:tplc="3EA817DE">
      <w:start w:val="1"/>
      <w:numFmt w:val="decimal"/>
      <w:lvlText w:val="%1."/>
      <w:lvlJc w:val="center"/>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45EA3"/>
    <w:rsid w:val="00000BF5"/>
    <w:rsid w:val="00001A0C"/>
    <w:rsid w:val="00004400"/>
    <w:rsid w:val="00007519"/>
    <w:rsid w:val="00011045"/>
    <w:rsid w:val="00011DD8"/>
    <w:rsid w:val="00013CAF"/>
    <w:rsid w:val="000150C2"/>
    <w:rsid w:val="000155FF"/>
    <w:rsid w:val="00020413"/>
    <w:rsid w:val="00024651"/>
    <w:rsid w:val="00024BA8"/>
    <w:rsid w:val="00026360"/>
    <w:rsid w:val="00031694"/>
    <w:rsid w:val="00033EF8"/>
    <w:rsid w:val="0003400E"/>
    <w:rsid w:val="00034CD2"/>
    <w:rsid w:val="00035435"/>
    <w:rsid w:val="000363B3"/>
    <w:rsid w:val="0004396D"/>
    <w:rsid w:val="00043AA8"/>
    <w:rsid w:val="00043C5D"/>
    <w:rsid w:val="00044B78"/>
    <w:rsid w:val="000456C2"/>
    <w:rsid w:val="00047439"/>
    <w:rsid w:val="000529B8"/>
    <w:rsid w:val="00055D9F"/>
    <w:rsid w:val="00062990"/>
    <w:rsid w:val="0006333C"/>
    <w:rsid w:val="000661EC"/>
    <w:rsid w:val="00066A32"/>
    <w:rsid w:val="00067630"/>
    <w:rsid w:val="00070ADE"/>
    <w:rsid w:val="00071D78"/>
    <w:rsid w:val="000750C5"/>
    <w:rsid w:val="00075564"/>
    <w:rsid w:val="000763BE"/>
    <w:rsid w:val="00082035"/>
    <w:rsid w:val="00082962"/>
    <w:rsid w:val="00086AC9"/>
    <w:rsid w:val="000876E4"/>
    <w:rsid w:val="00087A64"/>
    <w:rsid w:val="000907DB"/>
    <w:rsid w:val="0009159F"/>
    <w:rsid w:val="00092D0B"/>
    <w:rsid w:val="00094CFE"/>
    <w:rsid w:val="000953FF"/>
    <w:rsid w:val="00095661"/>
    <w:rsid w:val="000957F3"/>
    <w:rsid w:val="0009706E"/>
    <w:rsid w:val="00097A64"/>
    <w:rsid w:val="000A05BF"/>
    <w:rsid w:val="000A1D35"/>
    <w:rsid w:val="000A3A95"/>
    <w:rsid w:val="000A4848"/>
    <w:rsid w:val="000A5B11"/>
    <w:rsid w:val="000B02BE"/>
    <w:rsid w:val="000B590F"/>
    <w:rsid w:val="000B701A"/>
    <w:rsid w:val="000B728D"/>
    <w:rsid w:val="000C0AD4"/>
    <w:rsid w:val="000C0D67"/>
    <w:rsid w:val="000C0FE8"/>
    <w:rsid w:val="000C17A5"/>
    <w:rsid w:val="000C3A21"/>
    <w:rsid w:val="000C5298"/>
    <w:rsid w:val="000C6272"/>
    <w:rsid w:val="000D270F"/>
    <w:rsid w:val="000D31E6"/>
    <w:rsid w:val="000D4E95"/>
    <w:rsid w:val="000D5A08"/>
    <w:rsid w:val="000D7726"/>
    <w:rsid w:val="000E4631"/>
    <w:rsid w:val="000E4CE7"/>
    <w:rsid w:val="000E7151"/>
    <w:rsid w:val="000F085A"/>
    <w:rsid w:val="000F12BF"/>
    <w:rsid w:val="000F264D"/>
    <w:rsid w:val="000F280A"/>
    <w:rsid w:val="000F4426"/>
    <w:rsid w:val="000F67CB"/>
    <w:rsid w:val="000F6D16"/>
    <w:rsid w:val="000F6E66"/>
    <w:rsid w:val="000F7894"/>
    <w:rsid w:val="00102F12"/>
    <w:rsid w:val="001037BD"/>
    <w:rsid w:val="001041AB"/>
    <w:rsid w:val="00105B17"/>
    <w:rsid w:val="0010651F"/>
    <w:rsid w:val="00110051"/>
    <w:rsid w:val="001106DB"/>
    <w:rsid w:val="001125F0"/>
    <w:rsid w:val="001145B4"/>
    <w:rsid w:val="00115763"/>
    <w:rsid w:val="001165EE"/>
    <w:rsid w:val="00120258"/>
    <w:rsid w:val="001222EA"/>
    <w:rsid w:val="001233E9"/>
    <w:rsid w:val="00125F38"/>
    <w:rsid w:val="00130616"/>
    <w:rsid w:val="001306CC"/>
    <w:rsid w:val="00130F1C"/>
    <w:rsid w:val="001311B5"/>
    <w:rsid w:val="0013341E"/>
    <w:rsid w:val="00133570"/>
    <w:rsid w:val="00134EC4"/>
    <w:rsid w:val="0013612B"/>
    <w:rsid w:val="00136137"/>
    <w:rsid w:val="00142987"/>
    <w:rsid w:val="00145EA3"/>
    <w:rsid w:val="00146115"/>
    <w:rsid w:val="00146CB9"/>
    <w:rsid w:val="00152459"/>
    <w:rsid w:val="001538DA"/>
    <w:rsid w:val="00153B2D"/>
    <w:rsid w:val="00156BF7"/>
    <w:rsid w:val="00157D8E"/>
    <w:rsid w:val="0016331D"/>
    <w:rsid w:val="00163610"/>
    <w:rsid w:val="0016407D"/>
    <w:rsid w:val="0016708C"/>
    <w:rsid w:val="00167C2D"/>
    <w:rsid w:val="001748AA"/>
    <w:rsid w:val="00175739"/>
    <w:rsid w:val="0017644D"/>
    <w:rsid w:val="00177888"/>
    <w:rsid w:val="0018073E"/>
    <w:rsid w:val="00180F22"/>
    <w:rsid w:val="00182CFD"/>
    <w:rsid w:val="001863BD"/>
    <w:rsid w:val="00186B46"/>
    <w:rsid w:val="001874E6"/>
    <w:rsid w:val="00192E2A"/>
    <w:rsid w:val="001962B7"/>
    <w:rsid w:val="0019674B"/>
    <w:rsid w:val="001A06A7"/>
    <w:rsid w:val="001A27DF"/>
    <w:rsid w:val="001A4969"/>
    <w:rsid w:val="001A64D7"/>
    <w:rsid w:val="001A70D5"/>
    <w:rsid w:val="001A7BE3"/>
    <w:rsid w:val="001B1CE1"/>
    <w:rsid w:val="001B310D"/>
    <w:rsid w:val="001B37E5"/>
    <w:rsid w:val="001B4CD5"/>
    <w:rsid w:val="001B55E0"/>
    <w:rsid w:val="001B7190"/>
    <w:rsid w:val="001B783A"/>
    <w:rsid w:val="001B794A"/>
    <w:rsid w:val="001B7BD2"/>
    <w:rsid w:val="001C0456"/>
    <w:rsid w:val="001C1481"/>
    <w:rsid w:val="001C27ED"/>
    <w:rsid w:val="001C2ABA"/>
    <w:rsid w:val="001C3F5B"/>
    <w:rsid w:val="001C63B2"/>
    <w:rsid w:val="001C74CA"/>
    <w:rsid w:val="001C7616"/>
    <w:rsid w:val="001C79FB"/>
    <w:rsid w:val="001D1F66"/>
    <w:rsid w:val="001D1FF6"/>
    <w:rsid w:val="001D20B9"/>
    <w:rsid w:val="001D332C"/>
    <w:rsid w:val="001D3975"/>
    <w:rsid w:val="001D5BAB"/>
    <w:rsid w:val="001E2F02"/>
    <w:rsid w:val="001E3709"/>
    <w:rsid w:val="001E3D20"/>
    <w:rsid w:val="001F24A7"/>
    <w:rsid w:val="001F3E8A"/>
    <w:rsid w:val="001F729A"/>
    <w:rsid w:val="00200740"/>
    <w:rsid w:val="00202D78"/>
    <w:rsid w:val="0020444A"/>
    <w:rsid w:val="00204B1D"/>
    <w:rsid w:val="002058C5"/>
    <w:rsid w:val="0020680A"/>
    <w:rsid w:val="00206FB4"/>
    <w:rsid w:val="00207B71"/>
    <w:rsid w:val="00211952"/>
    <w:rsid w:val="002155E9"/>
    <w:rsid w:val="00215C40"/>
    <w:rsid w:val="002160E9"/>
    <w:rsid w:val="002161B2"/>
    <w:rsid w:val="00216526"/>
    <w:rsid w:val="00216A2F"/>
    <w:rsid w:val="0022180B"/>
    <w:rsid w:val="00221AE3"/>
    <w:rsid w:val="00223D5A"/>
    <w:rsid w:val="002244E8"/>
    <w:rsid w:val="00224591"/>
    <w:rsid w:val="002248C6"/>
    <w:rsid w:val="00224AF1"/>
    <w:rsid w:val="0022690F"/>
    <w:rsid w:val="00227AB9"/>
    <w:rsid w:val="00227D52"/>
    <w:rsid w:val="00230B23"/>
    <w:rsid w:val="002312CF"/>
    <w:rsid w:val="00233BEA"/>
    <w:rsid w:val="00234510"/>
    <w:rsid w:val="002358C6"/>
    <w:rsid w:val="00235ACA"/>
    <w:rsid w:val="002362A4"/>
    <w:rsid w:val="00237C9B"/>
    <w:rsid w:val="00237D19"/>
    <w:rsid w:val="002434C4"/>
    <w:rsid w:val="00246428"/>
    <w:rsid w:val="00247286"/>
    <w:rsid w:val="00252425"/>
    <w:rsid w:val="002533AF"/>
    <w:rsid w:val="00254D7C"/>
    <w:rsid w:val="00255499"/>
    <w:rsid w:val="00255814"/>
    <w:rsid w:val="00260B1A"/>
    <w:rsid w:val="00261EFC"/>
    <w:rsid w:val="00261FF0"/>
    <w:rsid w:val="002629D1"/>
    <w:rsid w:val="00262BD1"/>
    <w:rsid w:val="00263966"/>
    <w:rsid w:val="002644E3"/>
    <w:rsid w:val="0026504A"/>
    <w:rsid w:val="00266223"/>
    <w:rsid w:val="0026728E"/>
    <w:rsid w:val="002677AE"/>
    <w:rsid w:val="00270AF6"/>
    <w:rsid w:val="002729D4"/>
    <w:rsid w:val="00272B17"/>
    <w:rsid w:val="002738CF"/>
    <w:rsid w:val="00275290"/>
    <w:rsid w:val="002752E6"/>
    <w:rsid w:val="002773ED"/>
    <w:rsid w:val="00277446"/>
    <w:rsid w:val="00284B34"/>
    <w:rsid w:val="0029163A"/>
    <w:rsid w:val="0029174A"/>
    <w:rsid w:val="002939F0"/>
    <w:rsid w:val="00294CFA"/>
    <w:rsid w:val="00296922"/>
    <w:rsid w:val="002970E6"/>
    <w:rsid w:val="0029743D"/>
    <w:rsid w:val="002A3035"/>
    <w:rsid w:val="002A32FE"/>
    <w:rsid w:val="002A56D3"/>
    <w:rsid w:val="002A7D25"/>
    <w:rsid w:val="002B14D1"/>
    <w:rsid w:val="002B51BB"/>
    <w:rsid w:val="002B632D"/>
    <w:rsid w:val="002C057C"/>
    <w:rsid w:val="002C1257"/>
    <w:rsid w:val="002C29CB"/>
    <w:rsid w:val="002C3040"/>
    <w:rsid w:val="002C3229"/>
    <w:rsid w:val="002C3DAD"/>
    <w:rsid w:val="002C707B"/>
    <w:rsid w:val="002C76E3"/>
    <w:rsid w:val="002C7863"/>
    <w:rsid w:val="002C7C43"/>
    <w:rsid w:val="002C7D2D"/>
    <w:rsid w:val="002D1618"/>
    <w:rsid w:val="002D208B"/>
    <w:rsid w:val="002D2C0C"/>
    <w:rsid w:val="002D4E51"/>
    <w:rsid w:val="002D7730"/>
    <w:rsid w:val="002D7A57"/>
    <w:rsid w:val="002D7B6B"/>
    <w:rsid w:val="002D7DA5"/>
    <w:rsid w:val="002E2046"/>
    <w:rsid w:val="002E2595"/>
    <w:rsid w:val="002E3AA1"/>
    <w:rsid w:val="002E41C4"/>
    <w:rsid w:val="002E4FCE"/>
    <w:rsid w:val="002E6641"/>
    <w:rsid w:val="002E6E26"/>
    <w:rsid w:val="002E70D7"/>
    <w:rsid w:val="002E7D9F"/>
    <w:rsid w:val="002F287E"/>
    <w:rsid w:val="002F3C0E"/>
    <w:rsid w:val="002F6FF6"/>
    <w:rsid w:val="00300C54"/>
    <w:rsid w:val="003044F3"/>
    <w:rsid w:val="0031293B"/>
    <w:rsid w:val="00314F43"/>
    <w:rsid w:val="00316D75"/>
    <w:rsid w:val="00317417"/>
    <w:rsid w:val="003242FA"/>
    <w:rsid w:val="003277C3"/>
    <w:rsid w:val="003312BF"/>
    <w:rsid w:val="00333970"/>
    <w:rsid w:val="00334412"/>
    <w:rsid w:val="00336978"/>
    <w:rsid w:val="003373B6"/>
    <w:rsid w:val="00341FA4"/>
    <w:rsid w:val="00347E48"/>
    <w:rsid w:val="003500D4"/>
    <w:rsid w:val="0035023D"/>
    <w:rsid w:val="00351283"/>
    <w:rsid w:val="00351D60"/>
    <w:rsid w:val="00352377"/>
    <w:rsid w:val="00353415"/>
    <w:rsid w:val="00354A79"/>
    <w:rsid w:val="00356239"/>
    <w:rsid w:val="00363100"/>
    <w:rsid w:val="0036371F"/>
    <w:rsid w:val="0036422F"/>
    <w:rsid w:val="00364519"/>
    <w:rsid w:val="00364AB0"/>
    <w:rsid w:val="00365B12"/>
    <w:rsid w:val="00367EA0"/>
    <w:rsid w:val="00370014"/>
    <w:rsid w:val="003708EA"/>
    <w:rsid w:val="003716D6"/>
    <w:rsid w:val="0037276B"/>
    <w:rsid w:val="003813ED"/>
    <w:rsid w:val="00381AA2"/>
    <w:rsid w:val="00383C5E"/>
    <w:rsid w:val="00384F0D"/>
    <w:rsid w:val="00385362"/>
    <w:rsid w:val="0038661E"/>
    <w:rsid w:val="00386C55"/>
    <w:rsid w:val="0039117E"/>
    <w:rsid w:val="003928A3"/>
    <w:rsid w:val="0039726F"/>
    <w:rsid w:val="003976AE"/>
    <w:rsid w:val="003A0CEA"/>
    <w:rsid w:val="003A1BF6"/>
    <w:rsid w:val="003A2956"/>
    <w:rsid w:val="003A3DDD"/>
    <w:rsid w:val="003A493B"/>
    <w:rsid w:val="003A70F7"/>
    <w:rsid w:val="003A7201"/>
    <w:rsid w:val="003B09CE"/>
    <w:rsid w:val="003B0D6A"/>
    <w:rsid w:val="003B0DDB"/>
    <w:rsid w:val="003B26BF"/>
    <w:rsid w:val="003B4509"/>
    <w:rsid w:val="003B6B0D"/>
    <w:rsid w:val="003B7451"/>
    <w:rsid w:val="003C4FF9"/>
    <w:rsid w:val="003C596C"/>
    <w:rsid w:val="003C5F7B"/>
    <w:rsid w:val="003C68AB"/>
    <w:rsid w:val="003D3F95"/>
    <w:rsid w:val="003D666F"/>
    <w:rsid w:val="003D6B2A"/>
    <w:rsid w:val="003E00AF"/>
    <w:rsid w:val="003E07CD"/>
    <w:rsid w:val="003E177F"/>
    <w:rsid w:val="003E5A90"/>
    <w:rsid w:val="003E5C39"/>
    <w:rsid w:val="003E677A"/>
    <w:rsid w:val="003F11A0"/>
    <w:rsid w:val="003F3004"/>
    <w:rsid w:val="003F3549"/>
    <w:rsid w:val="003F503E"/>
    <w:rsid w:val="003F5DD4"/>
    <w:rsid w:val="004039CF"/>
    <w:rsid w:val="00407351"/>
    <w:rsid w:val="0041468D"/>
    <w:rsid w:val="004146DF"/>
    <w:rsid w:val="00414D17"/>
    <w:rsid w:val="00415D23"/>
    <w:rsid w:val="004164A5"/>
    <w:rsid w:val="00416634"/>
    <w:rsid w:val="00417133"/>
    <w:rsid w:val="00422B72"/>
    <w:rsid w:val="00425054"/>
    <w:rsid w:val="00425A18"/>
    <w:rsid w:val="0042642C"/>
    <w:rsid w:val="0042742C"/>
    <w:rsid w:val="004276A2"/>
    <w:rsid w:val="004306A5"/>
    <w:rsid w:val="004306EE"/>
    <w:rsid w:val="00433535"/>
    <w:rsid w:val="0043471E"/>
    <w:rsid w:val="00435973"/>
    <w:rsid w:val="00435FBD"/>
    <w:rsid w:val="004366A2"/>
    <w:rsid w:val="00436745"/>
    <w:rsid w:val="00440E0D"/>
    <w:rsid w:val="00441B45"/>
    <w:rsid w:val="004429E7"/>
    <w:rsid w:val="00444317"/>
    <w:rsid w:val="004451F1"/>
    <w:rsid w:val="00445A48"/>
    <w:rsid w:val="00445E81"/>
    <w:rsid w:val="00453B6B"/>
    <w:rsid w:val="00453FDB"/>
    <w:rsid w:val="00454B53"/>
    <w:rsid w:val="00455D1D"/>
    <w:rsid w:val="00460FF8"/>
    <w:rsid w:val="004615B2"/>
    <w:rsid w:val="00462808"/>
    <w:rsid w:val="0046393F"/>
    <w:rsid w:val="00463BE6"/>
    <w:rsid w:val="00464076"/>
    <w:rsid w:val="00465DEE"/>
    <w:rsid w:val="00470AEF"/>
    <w:rsid w:val="004719CC"/>
    <w:rsid w:val="00472B33"/>
    <w:rsid w:val="00475315"/>
    <w:rsid w:val="00477505"/>
    <w:rsid w:val="00480719"/>
    <w:rsid w:val="0048208B"/>
    <w:rsid w:val="0048595E"/>
    <w:rsid w:val="00486E5A"/>
    <w:rsid w:val="00487414"/>
    <w:rsid w:val="004874D1"/>
    <w:rsid w:val="00487740"/>
    <w:rsid w:val="0049198A"/>
    <w:rsid w:val="00494C6C"/>
    <w:rsid w:val="00494FFD"/>
    <w:rsid w:val="00495E87"/>
    <w:rsid w:val="00496758"/>
    <w:rsid w:val="004A59E9"/>
    <w:rsid w:val="004A6991"/>
    <w:rsid w:val="004A6E44"/>
    <w:rsid w:val="004B14E1"/>
    <w:rsid w:val="004B44A0"/>
    <w:rsid w:val="004B5BA3"/>
    <w:rsid w:val="004B6549"/>
    <w:rsid w:val="004B72A0"/>
    <w:rsid w:val="004B7A86"/>
    <w:rsid w:val="004C1379"/>
    <w:rsid w:val="004C155C"/>
    <w:rsid w:val="004C2909"/>
    <w:rsid w:val="004C3BCB"/>
    <w:rsid w:val="004C4923"/>
    <w:rsid w:val="004D0653"/>
    <w:rsid w:val="004D0A48"/>
    <w:rsid w:val="004D19FA"/>
    <w:rsid w:val="004D223C"/>
    <w:rsid w:val="004D2F99"/>
    <w:rsid w:val="004D5348"/>
    <w:rsid w:val="004D5819"/>
    <w:rsid w:val="004D7669"/>
    <w:rsid w:val="004D76BC"/>
    <w:rsid w:val="004D7DC3"/>
    <w:rsid w:val="004E07E8"/>
    <w:rsid w:val="004E4C2E"/>
    <w:rsid w:val="004E4FB4"/>
    <w:rsid w:val="004E6A84"/>
    <w:rsid w:val="004E6F9D"/>
    <w:rsid w:val="004F2C6E"/>
    <w:rsid w:val="004F3D07"/>
    <w:rsid w:val="004F6FAD"/>
    <w:rsid w:val="004F7263"/>
    <w:rsid w:val="004F7D4A"/>
    <w:rsid w:val="00500202"/>
    <w:rsid w:val="00501CDF"/>
    <w:rsid w:val="005024AB"/>
    <w:rsid w:val="005034E2"/>
    <w:rsid w:val="0050386C"/>
    <w:rsid w:val="00503DE7"/>
    <w:rsid w:val="00510888"/>
    <w:rsid w:val="00510B06"/>
    <w:rsid w:val="00512688"/>
    <w:rsid w:val="00515D60"/>
    <w:rsid w:val="00516778"/>
    <w:rsid w:val="0051704D"/>
    <w:rsid w:val="00517885"/>
    <w:rsid w:val="005207DE"/>
    <w:rsid w:val="00522307"/>
    <w:rsid w:val="0052392A"/>
    <w:rsid w:val="00523AF9"/>
    <w:rsid w:val="00524BE0"/>
    <w:rsid w:val="00530516"/>
    <w:rsid w:val="00532F79"/>
    <w:rsid w:val="00533F38"/>
    <w:rsid w:val="005345DE"/>
    <w:rsid w:val="0053573C"/>
    <w:rsid w:val="00540A76"/>
    <w:rsid w:val="00541A26"/>
    <w:rsid w:val="00541ACD"/>
    <w:rsid w:val="00543A37"/>
    <w:rsid w:val="00546D5D"/>
    <w:rsid w:val="00547239"/>
    <w:rsid w:val="00550776"/>
    <w:rsid w:val="00550A82"/>
    <w:rsid w:val="0055146E"/>
    <w:rsid w:val="00552950"/>
    <w:rsid w:val="005549A9"/>
    <w:rsid w:val="00561950"/>
    <w:rsid w:val="005621FF"/>
    <w:rsid w:val="00563923"/>
    <w:rsid w:val="005664CC"/>
    <w:rsid w:val="00570692"/>
    <w:rsid w:val="00572A10"/>
    <w:rsid w:val="00572C4D"/>
    <w:rsid w:val="005739E0"/>
    <w:rsid w:val="00573B7F"/>
    <w:rsid w:val="00576CE9"/>
    <w:rsid w:val="00583C2F"/>
    <w:rsid w:val="0058442B"/>
    <w:rsid w:val="00585B84"/>
    <w:rsid w:val="00586947"/>
    <w:rsid w:val="00586F99"/>
    <w:rsid w:val="00595657"/>
    <w:rsid w:val="00595951"/>
    <w:rsid w:val="00595AAC"/>
    <w:rsid w:val="00595ED1"/>
    <w:rsid w:val="00597B9E"/>
    <w:rsid w:val="005A29FC"/>
    <w:rsid w:val="005A37F1"/>
    <w:rsid w:val="005A3C1C"/>
    <w:rsid w:val="005A4556"/>
    <w:rsid w:val="005A68B1"/>
    <w:rsid w:val="005A695A"/>
    <w:rsid w:val="005A708B"/>
    <w:rsid w:val="005B3164"/>
    <w:rsid w:val="005B42E0"/>
    <w:rsid w:val="005C51C4"/>
    <w:rsid w:val="005C586C"/>
    <w:rsid w:val="005C58F0"/>
    <w:rsid w:val="005C778A"/>
    <w:rsid w:val="005D1D7F"/>
    <w:rsid w:val="005D3AD4"/>
    <w:rsid w:val="005D7049"/>
    <w:rsid w:val="005E032E"/>
    <w:rsid w:val="005E320E"/>
    <w:rsid w:val="005E357A"/>
    <w:rsid w:val="005E4626"/>
    <w:rsid w:val="005E5E76"/>
    <w:rsid w:val="005E6D49"/>
    <w:rsid w:val="005E7A3E"/>
    <w:rsid w:val="005F1010"/>
    <w:rsid w:val="005F2119"/>
    <w:rsid w:val="005F3028"/>
    <w:rsid w:val="005F3113"/>
    <w:rsid w:val="005F51EB"/>
    <w:rsid w:val="005F5A9F"/>
    <w:rsid w:val="005F71A2"/>
    <w:rsid w:val="00600D98"/>
    <w:rsid w:val="00600DB7"/>
    <w:rsid w:val="0060423C"/>
    <w:rsid w:val="00605438"/>
    <w:rsid w:val="0060641B"/>
    <w:rsid w:val="00607A46"/>
    <w:rsid w:val="00612382"/>
    <w:rsid w:val="00613331"/>
    <w:rsid w:val="00613EFB"/>
    <w:rsid w:val="00617010"/>
    <w:rsid w:val="00617629"/>
    <w:rsid w:val="0062128C"/>
    <w:rsid w:val="00623A29"/>
    <w:rsid w:val="00624A21"/>
    <w:rsid w:val="00624B61"/>
    <w:rsid w:val="00626DC7"/>
    <w:rsid w:val="006279A5"/>
    <w:rsid w:val="006328CD"/>
    <w:rsid w:val="0063315E"/>
    <w:rsid w:val="006331DD"/>
    <w:rsid w:val="00634B27"/>
    <w:rsid w:val="006359F5"/>
    <w:rsid w:val="00636A52"/>
    <w:rsid w:val="006374F5"/>
    <w:rsid w:val="0064043B"/>
    <w:rsid w:val="006415E2"/>
    <w:rsid w:val="0064207B"/>
    <w:rsid w:val="00642188"/>
    <w:rsid w:val="006438D0"/>
    <w:rsid w:val="006440DE"/>
    <w:rsid w:val="00647302"/>
    <w:rsid w:val="00650FBC"/>
    <w:rsid w:val="00655067"/>
    <w:rsid w:val="00655CBF"/>
    <w:rsid w:val="00655F51"/>
    <w:rsid w:val="00656084"/>
    <w:rsid w:val="00657424"/>
    <w:rsid w:val="00657EE8"/>
    <w:rsid w:val="00660B40"/>
    <w:rsid w:val="00661839"/>
    <w:rsid w:val="006624C8"/>
    <w:rsid w:val="00665101"/>
    <w:rsid w:val="006672DE"/>
    <w:rsid w:val="00672629"/>
    <w:rsid w:val="006732DF"/>
    <w:rsid w:val="006748A1"/>
    <w:rsid w:val="006756EF"/>
    <w:rsid w:val="00680B76"/>
    <w:rsid w:val="006817F6"/>
    <w:rsid w:val="00681903"/>
    <w:rsid w:val="006838FD"/>
    <w:rsid w:val="00684793"/>
    <w:rsid w:val="00686936"/>
    <w:rsid w:val="00687F4E"/>
    <w:rsid w:val="00692371"/>
    <w:rsid w:val="00692DF6"/>
    <w:rsid w:val="0069336D"/>
    <w:rsid w:val="00694663"/>
    <w:rsid w:val="0069531F"/>
    <w:rsid w:val="006955B1"/>
    <w:rsid w:val="00696B62"/>
    <w:rsid w:val="006A4BE6"/>
    <w:rsid w:val="006A5B42"/>
    <w:rsid w:val="006B1390"/>
    <w:rsid w:val="006B3145"/>
    <w:rsid w:val="006B3CE0"/>
    <w:rsid w:val="006B3D5F"/>
    <w:rsid w:val="006B6064"/>
    <w:rsid w:val="006B6859"/>
    <w:rsid w:val="006C1889"/>
    <w:rsid w:val="006C2783"/>
    <w:rsid w:val="006C3106"/>
    <w:rsid w:val="006D68DB"/>
    <w:rsid w:val="006D6BEA"/>
    <w:rsid w:val="006E095D"/>
    <w:rsid w:val="006E09C9"/>
    <w:rsid w:val="006E2B29"/>
    <w:rsid w:val="006E5B11"/>
    <w:rsid w:val="006E6D71"/>
    <w:rsid w:val="006E73BB"/>
    <w:rsid w:val="006E7733"/>
    <w:rsid w:val="006F133F"/>
    <w:rsid w:val="006F1826"/>
    <w:rsid w:val="006F31A0"/>
    <w:rsid w:val="006F4517"/>
    <w:rsid w:val="006F6129"/>
    <w:rsid w:val="006F660D"/>
    <w:rsid w:val="006F7AB6"/>
    <w:rsid w:val="00700B70"/>
    <w:rsid w:val="00703978"/>
    <w:rsid w:val="00706B0B"/>
    <w:rsid w:val="00710D03"/>
    <w:rsid w:val="007118C0"/>
    <w:rsid w:val="00711D61"/>
    <w:rsid w:val="0071223C"/>
    <w:rsid w:val="00712504"/>
    <w:rsid w:val="007126E9"/>
    <w:rsid w:val="00712AD4"/>
    <w:rsid w:val="00713190"/>
    <w:rsid w:val="007146F3"/>
    <w:rsid w:val="00714FEE"/>
    <w:rsid w:val="00715B23"/>
    <w:rsid w:val="00717F77"/>
    <w:rsid w:val="00720CC9"/>
    <w:rsid w:val="00722181"/>
    <w:rsid w:val="00732C8C"/>
    <w:rsid w:val="0073307B"/>
    <w:rsid w:val="00734119"/>
    <w:rsid w:val="007348A6"/>
    <w:rsid w:val="00736F8C"/>
    <w:rsid w:val="00737802"/>
    <w:rsid w:val="00741963"/>
    <w:rsid w:val="00742939"/>
    <w:rsid w:val="007453AC"/>
    <w:rsid w:val="007454A4"/>
    <w:rsid w:val="007464B4"/>
    <w:rsid w:val="0075026C"/>
    <w:rsid w:val="00750AAF"/>
    <w:rsid w:val="0075119D"/>
    <w:rsid w:val="00751DC0"/>
    <w:rsid w:val="007529B2"/>
    <w:rsid w:val="00754CD8"/>
    <w:rsid w:val="00760477"/>
    <w:rsid w:val="00763C34"/>
    <w:rsid w:val="00764306"/>
    <w:rsid w:val="00770EE4"/>
    <w:rsid w:val="00771EE7"/>
    <w:rsid w:val="007728CA"/>
    <w:rsid w:val="00773B15"/>
    <w:rsid w:val="00773F98"/>
    <w:rsid w:val="00774A32"/>
    <w:rsid w:val="00775C4C"/>
    <w:rsid w:val="00775E7B"/>
    <w:rsid w:val="00781726"/>
    <w:rsid w:val="007823C9"/>
    <w:rsid w:val="00782BD0"/>
    <w:rsid w:val="00784AED"/>
    <w:rsid w:val="00784BFC"/>
    <w:rsid w:val="00790CE6"/>
    <w:rsid w:val="00791EAD"/>
    <w:rsid w:val="0079367F"/>
    <w:rsid w:val="007942BC"/>
    <w:rsid w:val="00794DAC"/>
    <w:rsid w:val="00795C16"/>
    <w:rsid w:val="0079625B"/>
    <w:rsid w:val="007967CB"/>
    <w:rsid w:val="00796E36"/>
    <w:rsid w:val="007A1C4E"/>
    <w:rsid w:val="007A3AB0"/>
    <w:rsid w:val="007A50A4"/>
    <w:rsid w:val="007A737D"/>
    <w:rsid w:val="007A7EE1"/>
    <w:rsid w:val="007B03B2"/>
    <w:rsid w:val="007B0E9F"/>
    <w:rsid w:val="007B1BD8"/>
    <w:rsid w:val="007B5A11"/>
    <w:rsid w:val="007B670D"/>
    <w:rsid w:val="007B6D40"/>
    <w:rsid w:val="007B7AA7"/>
    <w:rsid w:val="007C0995"/>
    <w:rsid w:val="007C5A10"/>
    <w:rsid w:val="007D107B"/>
    <w:rsid w:val="007D1543"/>
    <w:rsid w:val="007D2E26"/>
    <w:rsid w:val="007D50FC"/>
    <w:rsid w:val="007D7227"/>
    <w:rsid w:val="007E4441"/>
    <w:rsid w:val="007E46C6"/>
    <w:rsid w:val="007E60B2"/>
    <w:rsid w:val="007F33CC"/>
    <w:rsid w:val="007F4BE6"/>
    <w:rsid w:val="007F4E8E"/>
    <w:rsid w:val="007F6759"/>
    <w:rsid w:val="007F7C42"/>
    <w:rsid w:val="008007D8"/>
    <w:rsid w:val="00801609"/>
    <w:rsid w:val="00802864"/>
    <w:rsid w:val="0080314D"/>
    <w:rsid w:val="0080377C"/>
    <w:rsid w:val="008037D7"/>
    <w:rsid w:val="00804E27"/>
    <w:rsid w:val="008051BE"/>
    <w:rsid w:val="008071E6"/>
    <w:rsid w:val="00810BB2"/>
    <w:rsid w:val="00815E4B"/>
    <w:rsid w:val="00817620"/>
    <w:rsid w:val="0082171D"/>
    <w:rsid w:val="00822515"/>
    <w:rsid w:val="00822EEB"/>
    <w:rsid w:val="008240BB"/>
    <w:rsid w:val="00824F25"/>
    <w:rsid w:val="00830223"/>
    <w:rsid w:val="00831A34"/>
    <w:rsid w:val="00833433"/>
    <w:rsid w:val="00835173"/>
    <w:rsid w:val="008360A8"/>
    <w:rsid w:val="00837607"/>
    <w:rsid w:val="008378D4"/>
    <w:rsid w:val="00837D6D"/>
    <w:rsid w:val="00840BF4"/>
    <w:rsid w:val="00842FB6"/>
    <w:rsid w:val="00852A10"/>
    <w:rsid w:val="00860D84"/>
    <w:rsid w:val="00861E0F"/>
    <w:rsid w:val="0086686B"/>
    <w:rsid w:val="0086710D"/>
    <w:rsid w:val="0086764B"/>
    <w:rsid w:val="00871438"/>
    <w:rsid w:val="00872118"/>
    <w:rsid w:val="00872444"/>
    <w:rsid w:val="00872518"/>
    <w:rsid w:val="00872707"/>
    <w:rsid w:val="008738A7"/>
    <w:rsid w:val="00876FCC"/>
    <w:rsid w:val="00877B94"/>
    <w:rsid w:val="00884FA8"/>
    <w:rsid w:val="008852B8"/>
    <w:rsid w:val="008862D8"/>
    <w:rsid w:val="00890752"/>
    <w:rsid w:val="008A0217"/>
    <w:rsid w:val="008A1CC3"/>
    <w:rsid w:val="008A4C40"/>
    <w:rsid w:val="008A56C8"/>
    <w:rsid w:val="008A5E29"/>
    <w:rsid w:val="008A6E23"/>
    <w:rsid w:val="008B2EBB"/>
    <w:rsid w:val="008B42C1"/>
    <w:rsid w:val="008B44BC"/>
    <w:rsid w:val="008B46E4"/>
    <w:rsid w:val="008B4DF3"/>
    <w:rsid w:val="008B5D3D"/>
    <w:rsid w:val="008C0821"/>
    <w:rsid w:val="008C1D4E"/>
    <w:rsid w:val="008C1FD6"/>
    <w:rsid w:val="008C25A6"/>
    <w:rsid w:val="008C2E43"/>
    <w:rsid w:val="008C4414"/>
    <w:rsid w:val="008C7516"/>
    <w:rsid w:val="008D1484"/>
    <w:rsid w:val="008D2FF9"/>
    <w:rsid w:val="008D3855"/>
    <w:rsid w:val="008D451F"/>
    <w:rsid w:val="008D7429"/>
    <w:rsid w:val="008E1492"/>
    <w:rsid w:val="008E3083"/>
    <w:rsid w:val="008E5774"/>
    <w:rsid w:val="008E6B3F"/>
    <w:rsid w:val="008E6F7A"/>
    <w:rsid w:val="008F1AB7"/>
    <w:rsid w:val="008F53C2"/>
    <w:rsid w:val="0090107E"/>
    <w:rsid w:val="0090155B"/>
    <w:rsid w:val="00902726"/>
    <w:rsid w:val="009030BF"/>
    <w:rsid w:val="00903EF3"/>
    <w:rsid w:val="00910D0B"/>
    <w:rsid w:val="0091203C"/>
    <w:rsid w:val="009149BE"/>
    <w:rsid w:val="009150EB"/>
    <w:rsid w:val="00915314"/>
    <w:rsid w:val="00915DC5"/>
    <w:rsid w:val="00915F9E"/>
    <w:rsid w:val="00920044"/>
    <w:rsid w:val="00921F9E"/>
    <w:rsid w:val="009303D7"/>
    <w:rsid w:val="00931A5C"/>
    <w:rsid w:val="00931BA9"/>
    <w:rsid w:val="00932AA2"/>
    <w:rsid w:val="00933FFF"/>
    <w:rsid w:val="0093442B"/>
    <w:rsid w:val="009346AB"/>
    <w:rsid w:val="00935324"/>
    <w:rsid w:val="009353FA"/>
    <w:rsid w:val="00935D2F"/>
    <w:rsid w:val="00937662"/>
    <w:rsid w:val="0094068D"/>
    <w:rsid w:val="00941E73"/>
    <w:rsid w:val="0094232A"/>
    <w:rsid w:val="00942B31"/>
    <w:rsid w:val="00943329"/>
    <w:rsid w:val="0094340F"/>
    <w:rsid w:val="00946D33"/>
    <w:rsid w:val="00950136"/>
    <w:rsid w:val="00950ADF"/>
    <w:rsid w:val="0095252D"/>
    <w:rsid w:val="0095681E"/>
    <w:rsid w:val="0095782B"/>
    <w:rsid w:val="009606E3"/>
    <w:rsid w:val="009607D2"/>
    <w:rsid w:val="00960FB5"/>
    <w:rsid w:val="009613C5"/>
    <w:rsid w:val="009627C9"/>
    <w:rsid w:val="00963DA9"/>
    <w:rsid w:val="00967398"/>
    <w:rsid w:val="00971719"/>
    <w:rsid w:val="00971AA0"/>
    <w:rsid w:val="00971F65"/>
    <w:rsid w:val="00974602"/>
    <w:rsid w:val="00976C64"/>
    <w:rsid w:val="009773F2"/>
    <w:rsid w:val="00981786"/>
    <w:rsid w:val="009821F9"/>
    <w:rsid w:val="00982251"/>
    <w:rsid w:val="00983735"/>
    <w:rsid w:val="00983872"/>
    <w:rsid w:val="00983AAF"/>
    <w:rsid w:val="00984347"/>
    <w:rsid w:val="00985791"/>
    <w:rsid w:val="00986A44"/>
    <w:rsid w:val="009875BA"/>
    <w:rsid w:val="00991EF3"/>
    <w:rsid w:val="00992935"/>
    <w:rsid w:val="0099295D"/>
    <w:rsid w:val="009938F5"/>
    <w:rsid w:val="00993B77"/>
    <w:rsid w:val="00995944"/>
    <w:rsid w:val="00995ACE"/>
    <w:rsid w:val="00996355"/>
    <w:rsid w:val="0099799A"/>
    <w:rsid w:val="009A2E02"/>
    <w:rsid w:val="009A3265"/>
    <w:rsid w:val="009A7457"/>
    <w:rsid w:val="009A7E5F"/>
    <w:rsid w:val="009B16F3"/>
    <w:rsid w:val="009B1CC9"/>
    <w:rsid w:val="009B2297"/>
    <w:rsid w:val="009B3895"/>
    <w:rsid w:val="009B3ABB"/>
    <w:rsid w:val="009B3D04"/>
    <w:rsid w:val="009B3D0C"/>
    <w:rsid w:val="009C2ED5"/>
    <w:rsid w:val="009C3DBF"/>
    <w:rsid w:val="009C3FC9"/>
    <w:rsid w:val="009D1037"/>
    <w:rsid w:val="009D1875"/>
    <w:rsid w:val="009D31CB"/>
    <w:rsid w:val="009D6085"/>
    <w:rsid w:val="009E0329"/>
    <w:rsid w:val="009E0336"/>
    <w:rsid w:val="009E4C08"/>
    <w:rsid w:val="009E68ED"/>
    <w:rsid w:val="009F0F5A"/>
    <w:rsid w:val="009F1B93"/>
    <w:rsid w:val="009F2053"/>
    <w:rsid w:val="009F208F"/>
    <w:rsid w:val="009F29F8"/>
    <w:rsid w:val="009F3077"/>
    <w:rsid w:val="009F445D"/>
    <w:rsid w:val="009F5B85"/>
    <w:rsid w:val="009F6229"/>
    <w:rsid w:val="00A003C5"/>
    <w:rsid w:val="00A0076A"/>
    <w:rsid w:val="00A019C3"/>
    <w:rsid w:val="00A0253F"/>
    <w:rsid w:val="00A02AF1"/>
    <w:rsid w:val="00A070ED"/>
    <w:rsid w:val="00A12714"/>
    <w:rsid w:val="00A141EB"/>
    <w:rsid w:val="00A14E89"/>
    <w:rsid w:val="00A20651"/>
    <w:rsid w:val="00A239BE"/>
    <w:rsid w:val="00A268AF"/>
    <w:rsid w:val="00A2735E"/>
    <w:rsid w:val="00A3051C"/>
    <w:rsid w:val="00A3288A"/>
    <w:rsid w:val="00A32980"/>
    <w:rsid w:val="00A32A49"/>
    <w:rsid w:val="00A32AA8"/>
    <w:rsid w:val="00A32D67"/>
    <w:rsid w:val="00A33DAA"/>
    <w:rsid w:val="00A342AA"/>
    <w:rsid w:val="00A41975"/>
    <w:rsid w:val="00A44FA8"/>
    <w:rsid w:val="00A46423"/>
    <w:rsid w:val="00A50BA0"/>
    <w:rsid w:val="00A517DC"/>
    <w:rsid w:val="00A52406"/>
    <w:rsid w:val="00A54FC2"/>
    <w:rsid w:val="00A556C8"/>
    <w:rsid w:val="00A57597"/>
    <w:rsid w:val="00A57773"/>
    <w:rsid w:val="00A60A6A"/>
    <w:rsid w:val="00A60EE8"/>
    <w:rsid w:val="00A6715A"/>
    <w:rsid w:val="00A71424"/>
    <w:rsid w:val="00A722C0"/>
    <w:rsid w:val="00A72465"/>
    <w:rsid w:val="00A76C98"/>
    <w:rsid w:val="00A8196D"/>
    <w:rsid w:val="00A842F7"/>
    <w:rsid w:val="00A861D6"/>
    <w:rsid w:val="00A86F3D"/>
    <w:rsid w:val="00A8718F"/>
    <w:rsid w:val="00A8791D"/>
    <w:rsid w:val="00A9039A"/>
    <w:rsid w:val="00A90445"/>
    <w:rsid w:val="00A90EF4"/>
    <w:rsid w:val="00A91878"/>
    <w:rsid w:val="00A91901"/>
    <w:rsid w:val="00A94C12"/>
    <w:rsid w:val="00A97306"/>
    <w:rsid w:val="00AA294D"/>
    <w:rsid w:val="00AA4277"/>
    <w:rsid w:val="00AA434E"/>
    <w:rsid w:val="00AA4C3E"/>
    <w:rsid w:val="00AA51D0"/>
    <w:rsid w:val="00AA6DC1"/>
    <w:rsid w:val="00AB02A7"/>
    <w:rsid w:val="00AB0D31"/>
    <w:rsid w:val="00AB2286"/>
    <w:rsid w:val="00AB6C46"/>
    <w:rsid w:val="00AC09B9"/>
    <w:rsid w:val="00AC234D"/>
    <w:rsid w:val="00AC3F32"/>
    <w:rsid w:val="00AC48E7"/>
    <w:rsid w:val="00AC49BC"/>
    <w:rsid w:val="00AC6E6E"/>
    <w:rsid w:val="00AD06B7"/>
    <w:rsid w:val="00AD3A0A"/>
    <w:rsid w:val="00AD5275"/>
    <w:rsid w:val="00AD60CD"/>
    <w:rsid w:val="00AD6E2C"/>
    <w:rsid w:val="00AD7824"/>
    <w:rsid w:val="00AE3118"/>
    <w:rsid w:val="00AE4FCD"/>
    <w:rsid w:val="00AE50C3"/>
    <w:rsid w:val="00AF35A2"/>
    <w:rsid w:val="00AF5400"/>
    <w:rsid w:val="00AF5AD6"/>
    <w:rsid w:val="00AF5C70"/>
    <w:rsid w:val="00AF613F"/>
    <w:rsid w:val="00B016DA"/>
    <w:rsid w:val="00B01F2B"/>
    <w:rsid w:val="00B02DC5"/>
    <w:rsid w:val="00B0498E"/>
    <w:rsid w:val="00B074C4"/>
    <w:rsid w:val="00B10D8C"/>
    <w:rsid w:val="00B1105B"/>
    <w:rsid w:val="00B12276"/>
    <w:rsid w:val="00B1287E"/>
    <w:rsid w:val="00B140C5"/>
    <w:rsid w:val="00B15AB0"/>
    <w:rsid w:val="00B15C49"/>
    <w:rsid w:val="00B15ED3"/>
    <w:rsid w:val="00B23E69"/>
    <w:rsid w:val="00B26283"/>
    <w:rsid w:val="00B27EC0"/>
    <w:rsid w:val="00B313E4"/>
    <w:rsid w:val="00B323A2"/>
    <w:rsid w:val="00B32B8A"/>
    <w:rsid w:val="00B34F47"/>
    <w:rsid w:val="00B447C8"/>
    <w:rsid w:val="00B46835"/>
    <w:rsid w:val="00B5078F"/>
    <w:rsid w:val="00B52B96"/>
    <w:rsid w:val="00B539CE"/>
    <w:rsid w:val="00B57B7B"/>
    <w:rsid w:val="00B62515"/>
    <w:rsid w:val="00B63FE6"/>
    <w:rsid w:val="00B6478E"/>
    <w:rsid w:val="00B65DE6"/>
    <w:rsid w:val="00B65FA0"/>
    <w:rsid w:val="00B66FF6"/>
    <w:rsid w:val="00B701FA"/>
    <w:rsid w:val="00B712DC"/>
    <w:rsid w:val="00B74D08"/>
    <w:rsid w:val="00B74D37"/>
    <w:rsid w:val="00B76BE6"/>
    <w:rsid w:val="00B8241B"/>
    <w:rsid w:val="00B85096"/>
    <w:rsid w:val="00B8679B"/>
    <w:rsid w:val="00B87133"/>
    <w:rsid w:val="00B90B40"/>
    <w:rsid w:val="00B9432B"/>
    <w:rsid w:val="00B9514B"/>
    <w:rsid w:val="00B96DF9"/>
    <w:rsid w:val="00BA0023"/>
    <w:rsid w:val="00BA5203"/>
    <w:rsid w:val="00BA59E2"/>
    <w:rsid w:val="00BA623A"/>
    <w:rsid w:val="00BA678F"/>
    <w:rsid w:val="00BA6A02"/>
    <w:rsid w:val="00BA752C"/>
    <w:rsid w:val="00BB1505"/>
    <w:rsid w:val="00BB5A53"/>
    <w:rsid w:val="00BB7BBB"/>
    <w:rsid w:val="00BB7BF4"/>
    <w:rsid w:val="00BC16FA"/>
    <w:rsid w:val="00BC390B"/>
    <w:rsid w:val="00BC3BCC"/>
    <w:rsid w:val="00BC75F8"/>
    <w:rsid w:val="00BC7DE6"/>
    <w:rsid w:val="00BD06A3"/>
    <w:rsid w:val="00BD0B13"/>
    <w:rsid w:val="00BD3E05"/>
    <w:rsid w:val="00BD7C1E"/>
    <w:rsid w:val="00BE00FC"/>
    <w:rsid w:val="00BE035F"/>
    <w:rsid w:val="00BE0A8E"/>
    <w:rsid w:val="00BE0F38"/>
    <w:rsid w:val="00BE2CAF"/>
    <w:rsid w:val="00BE371F"/>
    <w:rsid w:val="00BE6802"/>
    <w:rsid w:val="00BE7CA5"/>
    <w:rsid w:val="00BF0BAF"/>
    <w:rsid w:val="00BF0CD0"/>
    <w:rsid w:val="00BF0D2B"/>
    <w:rsid w:val="00BF17F5"/>
    <w:rsid w:val="00BF46FC"/>
    <w:rsid w:val="00C017C8"/>
    <w:rsid w:val="00C01B0F"/>
    <w:rsid w:val="00C03798"/>
    <w:rsid w:val="00C04771"/>
    <w:rsid w:val="00C04E43"/>
    <w:rsid w:val="00C05173"/>
    <w:rsid w:val="00C10E13"/>
    <w:rsid w:val="00C118ED"/>
    <w:rsid w:val="00C126F4"/>
    <w:rsid w:val="00C13E66"/>
    <w:rsid w:val="00C21701"/>
    <w:rsid w:val="00C23A49"/>
    <w:rsid w:val="00C26290"/>
    <w:rsid w:val="00C2675E"/>
    <w:rsid w:val="00C268F1"/>
    <w:rsid w:val="00C30DC9"/>
    <w:rsid w:val="00C32814"/>
    <w:rsid w:val="00C32A63"/>
    <w:rsid w:val="00C339DB"/>
    <w:rsid w:val="00C36CC7"/>
    <w:rsid w:val="00C36DBC"/>
    <w:rsid w:val="00C40444"/>
    <w:rsid w:val="00C40DBF"/>
    <w:rsid w:val="00C418FF"/>
    <w:rsid w:val="00C430F9"/>
    <w:rsid w:val="00C43C95"/>
    <w:rsid w:val="00C50761"/>
    <w:rsid w:val="00C50DA5"/>
    <w:rsid w:val="00C50F5E"/>
    <w:rsid w:val="00C5243D"/>
    <w:rsid w:val="00C5389F"/>
    <w:rsid w:val="00C54604"/>
    <w:rsid w:val="00C54BBC"/>
    <w:rsid w:val="00C5679B"/>
    <w:rsid w:val="00C57719"/>
    <w:rsid w:val="00C60221"/>
    <w:rsid w:val="00C611D5"/>
    <w:rsid w:val="00C64E44"/>
    <w:rsid w:val="00C65288"/>
    <w:rsid w:val="00C65662"/>
    <w:rsid w:val="00C6628E"/>
    <w:rsid w:val="00C67B97"/>
    <w:rsid w:val="00C7478B"/>
    <w:rsid w:val="00C7508D"/>
    <w:rsid w:val="00C776CE"/>
    <w:rsid w:val="00C81EA1"/>
    <w:rsid w:val="00C83ACE"/>
    <w:rsid w:val="00C84ED1"/>
    <w:rsid w:val="00C854B3"/>
    <w:rsid w:val="00C863CA"/>
    <w:rsid w:val="00C87293"/>
    <w:rsid w:val="00C90815"/>
    <w:rsid w:val="00C93BCC"/>
    <w:rsid w:val="00CA028F"/>
    <w:rsid w:val="00CB0192"/>
    <w:rsid w:val="00CB16EF"/>
    <w:rsid w:val="00CB348F"/>
    <w:rsid w:val="00CC5846"/>
    <w:rsid w:val="00CC6781"/>
    <w:rsid w:val="00CC67F5"/>
    <w:rsid w:val="00CC69EE"/>
    <w:rsid w:val="00CC719F"/>
    <w:rsid w:val="00CC76A5"/>
    <w:rsid w:val="00CC7CC8"/>
    <w:rsid w:val="00CD01E9"/>
    <w:rsid w:val="00CD4CCD"/>
    <w:rsid w:val="00CE228E"/>
    <w:rsid w:val="00CE235E"/>
    <w:rsid w:val="00CE4BB1"/>
    <w:rsid w:val="00CE555A"/>
    <w:rsid w:val="00CE6351"/>
    <w:rsid w:val="00CE746C"/>
    <w:rsid w:val="00CF0933"/>
    <w:rsid w:val="00CF177F"/>
    <w:rsid w:val="00CF2C81"/>
    <w:rsid w:val="00CF38A0"/>
    <w:rsid w:val="00CF3D87"/>
    <w:rsid w:val="00CF4E4C"/>
    <w:rsid w:val="00CF4F78"/>
    <w:rsid w:val="00CF74AF"/>
    <w:rsid w:val="00D026D1"/>
    <w:rsid w:val="00D02FE7"/>
    <w:rsid w:val="00D03120"/>
    <w:rsid w:val="00D05933"/>
    <w:rsid w:val="00D10414"/>
    <w:rsid w:val="00D14A32"/>
    <w:rsid w:val="00D14E96"/>
    <w:rsid w:val="00D1648E"/>
    <w:rsid w:val="00D25F94"/>
    <w:rsid w:val="00D26961"/>
    <w:rsid w:val="00D32769"/>
    <w:rsid w:val="00D339F4"/>
    <w:rsid w:val="00D33ECD"/>
    <w:rsid w:val="00D400CE"/>
    <w:rsid w:val="00D40D7A"/>
    <w:rsid w:val="00D419E1"/>
    <w:rsid w:val="00D43B1C"/>
    <w:rsid w:val="00D44110"/>
    <w:rsid w:val="00D45ED1"/>
    <w:rsid w:val="00D46FBA"/>
    <w:rsid w:val="00D47AD4"/>
    <w:rsid w:val="00D50CE2"/>
    <w:rsid w:val="00D511A3"/>
    <w:rsid w:val="00D531E7"/>
    <w:rsid w:val="00D54E58"/>
    <w:rsid w:val="00D56087"/>
    <w:rsid w:val="00D57DBD"/>
    <w:rsid w:val="00D613C4"/>
    <w:rsid w:val="00D62522"/>
    <w:rsid w:val="00D62FB7"/>
    <w:rsid w:val="00D670FA"/>
    <w:rsid w:val="00D72CDC"/>
    <w:rsid w:val="00D738F7"/>
    <w:rsid w:val="00D74466"/>
    <w:rsid w:val="00D75102"/>
    <w:rsid w:val="00D765FD"/>
    <w:rsid w:val="00D81FC8"/>
    <w:rsid w:val="00D84EE7"/>
    <w:rsid w:val="00D85119"/>
    <w:rsid w:val="00D859A1"/>
    <w:rsid w:val="00D8786E"/>
    <w:rsid w:val="00D87F8F"/>
    <w:rsid w:val="00D90B27"/>
    <w:rsid w:val="00D92F20"/>
    <w:rsid w:val="00D933DD"/>
    <w:rsid w:val="00D943C9"/>
    <w:rsid w:val="00D94C1D"/>
    <w:rsid w:val="00D96A0C"/>
    <w:rsid w:val="00D97178"/>
    <w:rsid w:val="00DA1A1B"/>
    <w:rsid w:val="00DA30C7"/>
    <w:rsid w:val="00DA3E2E"/>
    <w:rsid w:val="00DA48F1"/>
    <w:rsid w:val="00DB0012"/>
    <w:rsid w:val="00DB117C"/>
    <w:rsid w:val="00DB3CDC"/>
    <w:rsid w:val="00DB506C"/>
    <w:rsid w:val="00DB60C2"/>
    <w:rsid w:val="00DB6D2E"/>
    <w:rsid w:val="00DC07C3"/>
    <w:rsid w:val="00DC11C6"/>
    <w:rsid w:val="00DC11CF"/>
    <w:rsid w:val="00DC13B5"/>
    <w:rsid w:val="00DC1A3C"/>
    <w:rsid w:val="00DC1B52"/>
    <w:rsid w:val="00DC20FE"/>
    <w:rsid w:val="00DC2C46"/>
    <w:rsid w:val="00DC4BB9"/>
    <w:rsid w:val="00DC613A"/>
    <w:rsid w:val="00DC6B25"/>
    <w:rsid w:val="00DD1E3B"/>
    <w:rsid w:val="00DD24B3"/>
    <w:rsid w:val="00DD279B"/>
    <w:rsid w:val="00DD28DF"/>
    <w:rsid w:val="00DD3A60"/>
    <w:rsid w:val="00DD5386"/>
    <w:rsid w:val="00DD5775"/>
    <w:rsid w:val="00DD6371"/>
    <w:rsid w:val="00DD6B22"/>
    <w:rsid w:val="00DD73EE"/>
    <w:rsid w:val="00DE395F"/>
    <w:rsid w:val="00DE43F4"/>
    <w:rsid w:val="00DE4AD9"/>
    <w:rsid w:val="00DE5246"/>
    <w:rsid w:val="00DE5D9E"/>
    <w:rsid w:val="00DE6273"/>
    <w:rsid w:val="00DF7ABC"/>
    <w:rsid w:val="00E04B4E"/>
    <w:rsid w:val="00E1069C"/>
    <w:rsid w:val="00E10F40"/>
    <w:rsid w:val="00E11DC6"/>
    <w:rsid w:val="00E14B20"/>
    <w:rsid w:val="00E150F7"/>
    <w:rsid w:val="00E152DF"/>
    <w:rsid w:val="00E202D1"/>
    <w:rsid w:val="00E20739"/>
    <w:rsid w:val="00E21BBF"/>
    <w:rsid w:val="00E2239A"/>
    <w:rsid w:val="00E228F6"/>
    <w:rsid w:val="00E22BFA"/>
    <w:rsid w:val="00E23C86"/>
    <w:rsid w:val="00E247BD"/>
    <w:rsid w:val="00E330B3"/>
    <w:rsid w:val="00E33284"/>
    <w:rsid w:val="00E334D1"/>
    <w:rsid w:val="00E34284"/>
    <w:rsid w:val="00E3446D"/>
    <w:rsid w:val="00E34A74"/>
    <w:rsid w:val="00E36273"/>
    <w:rsid w:val="00E37A66"/>
    <w:rsid w:val="00E44D5E"/>
    <w:rsid w:val="00E4503F"/>
    <w:rsid w:val="00E4750E"/>
    <w:rsid w:val="00E47CDE"/>
    <w:rsid w:val="00E50F4D"/>
    <w:rsid w:val="00E547C0"/>
    <w:rsid w:val="00E559CF"/>
    <w:rsid w:val="00E6013F"/>
    <w:rsid w:val="00E602AF"/>
    <w:rsid w:val="00E6564E"/>
    <w:rsid w:val="00E658E5"/>
    <w:rsid w:val="00E6696F"/>
    <w:rsid w:val="00E70787"/>
    <w:rsid w:val="00E70E19"/>
    <w:rsid w:val="00E71BD9"/>
    <w:rsid w:val="00E73AE0"/>
    <w:rsid w:val="00E74ECD"/>
    <w:rsid w:val="00E75744"/>
    <w:rsid w:val="00E7747A"/>
    <w:rsid w:val="00E77B6C"/>
    <w:rsid w:val="00E808AB"/>
    <w:rsid w:val="00E80935"/>
    <w:rsid w:val="00E82B08"/>
    <w:rsid w:val="00E8366D"/>
    <w:rsid w:val="00E85EF8"/>
    <w:rsid w:val="00E86497"/>
    <w:rsid w:val="00E950DB"/>
    <w:rsid w:val="00E96727"/>
    <w:rsid w:val="00E9766B"/>
    <w:rsid w:val="00E97C1F"/>
    <w:rsid w:val="00EA02C7"/>
    <w:rsid w:val="00EA1AD8"/>
    <w:rsid w:val="00EA1DF7"/>
    <w:rsid w:val="00EA2684"/>
    <w:rsid w:val="00EA3B82"/>
    <w:rsid w:val="00EA531E"/>
    <w:rsid w:val="00EA6AC2"/>
    <w:rsid w:val="00EA72BD"/>
    <w:rsid w:val="00EB6BF9"/>
    <w:rsid w:val="00EB7C21"/>
    <w:rsid w:val="00EC1076"/>
    <w:rsid w:val="00EC2A6F"/>
    <w:rsid w:val="00EC538D"/>
    <w:rsid w:val="00EC6520"/>
    <w:rsid w:val="00EC6AA7"/>
    <w:rsid w:val="00EC7D62"/>
    <w:rsid w:val="00ED198C"/>
    <w:rsid w:val="00ED3755"/>
    <w:rsid w:val="00ED6154"/>
    <w:rsid w:val="00ED6A22"/>
    <w:rsid w:val="00ED710D"/>
    <w:rsid w:val="00EE0262"/>
    <w:rsid w:val="00EE3D56"/>
    <w:rsid w:val="00EE3DAE"/>
    <w:rsid w:val="00EE418A"/>
    <w:rsid w:val="00EE42DF"/>
    <w:rsid w:val="00EF0111"/>
    <w:rsid w:val="00EF12AF"/>
    <w:rsid w:val="00EF4472"/>
    <w:rsid w:val="00EF5E9A"/>
    <w:rsid w:val="00EF67EB"/>
    <w:rsid w:val="00EF7EEB"/>
    <w:rsid w:val="00F01DF0"/>
    <w:rsid w:val="00F030E2"/>
    <w:rsid w:val="00F0524D"/>
    <w:rsid w:val="00F056EB"/>
    <w:rsid w:val="00F07E6D"/>
    <w:rsid w:val="00F10BBA"/>
    <w:rsid w:val="00F10BDD"/>
    <w:rsid w:val="00F13C7E"/>
    <w:rsid w:val="00F14DF0"/>
    <w:rsid w:val="00F15EA6"/>
    <w:rsid w:val="00F17116"/>
    <w:rsid w:val="00F172CE"/>
    <w:rsid w:val="00F1771D"/>
    <w:rsid w:val="00F236F1"/>
    <w:rsid w:val="00F24817"/>
    <w:rsid w:val="00F26309"/>
    <w:rsid w:val="00F27B8B"/>
    <w:rsid w:val="00F27CDC"/>
    <w:rsid w:val="00F332D2"/>
    <w:rsid w:val="00F3464A"/>
    <w:rsid w:val="00F34C9D"/>
    <w:rsid w:val="00F352DA"/>
    <w:rsid w:val="00F40D44"/>
    <w:rsid w:val="00F411A8"/>
    <w:rsid w:val="00F41B15"/>
    <w:rsid w:val="00F42A34"/>
    <w:rsid w:val="00F47965"/>
    <w:rsid w:val="00F50A5B"/>
    <w:rsid w:val="00F51B3F"/>
    <w:rsid w:val="00F54D1C"/>
    <w:rsid w:val="00F5565D"/>
    <w:rsid w:val="00F577B0"/>
    <w:rsid w:val="00F57F54"/>
    <w:rsid w:val="00F619B2"/>
    <w:rsid w:val="00F62F63"/>
    <w:rsid w:val="00F63A2E"/>
    <w:rsid w:val="00F650D9"/>
    <w:rsid w:val="00F6533F"/>
    <w:rsid w:val="00F6684F"/>
    <w:rsid w:val="00F71444"/>
    <w:rsid w:val="00F72181"/>
    <w:rsid w:val="00F75CD0"/>
    <w:rsid w:val="00F75E74"/>
    <w:rsid w:val="00F7779A"/>
    <w:rsid w:val="00F83E14"/>
    <w:rsid w:val="00F8544B"/>
    <w:rsid w:val="00F856AE"/>
    <w:rsid w:val="00F906C6"/>
    <w:rsid w:val="00F91617"/>
    <w:rsid w:val="00F9662B"/>
    <w:rsid w:val="00F9785B"/>
    <w:rsid w:val="00FA1282"/>
    <w:rsid w:val="00FA17CD"/>
    <w:rsid w:val="00FA1EA6"/>
    <w:rsid w:val="00FA3BD9"/>
    <w:rsid w:val="00FA41B5"/>
    <w:rsid w:val="00FA612E"/>
    <w:rsid w:val="00FA6F4D"/>
    <w:rsid w:val="00FA7FE0"/>
    <w:rsid w:val="00FB01F6"/>
    <w:rsid w:val="00FB04AF"/>
    <w:rsid w:val="00FB0B75"/>
    <w:rsid w:val="00FB145E"/>
    <w:rsid w:val="00FB242B"/>
    <w:rsid w:val="00FB3F08"/>
    <w:rsid w:val="00FB5CFA"/>
    <w:rsid w:val="00FB739E"/>
    <w:rsid w:val="00FB78BB"/>
    <w:rsid w:val="00FB7F56"/>
    <w:rsid w:val="00FC0CE7"/>
    <w:rsid w:val="00FC2A31"/>
    <w:rsid w:val="00FC4F2E"/>
    <w:rsid w:val="00FC53D0"/>
    <w:rsid w:val="00FD02E8"/>
    <w:rsid w:val="00FD20C3"/>
    <w:rsid w:val="00FD26FB"/>
    <w:rsid w:val="00FD3B4D"/>
    <w:rsid w:val="00FD3D97"/>
    <w:rsid w:val="00FD4225"/>
    <w:rsid w:val="00FD65D0"/>
    <w:rsid w:val="00FD7504"/>
    <w:rsid w:val="00FE21ED"/>
    <w:rsid w:val="00FE302B"/>
    <w:rsid w:val="00FE3F4B"/>
    <w:rsid w:val="00FE7A1A"/>
    <w:rsid w:val="00FF4605"/>
    <w:rsid w:val="00FF4FB0"/>
    <w:rsid w:val="00FF5A6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C40"/>
    <w:pPr>
      <w:spacing w:after="160" w:line="259"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771EE7"/>
    <w:rPr>
      <w:rFonts w:cs="Calibri"/>
      <w:lang w:eastAsia="en-US"/>
    </w:rPr>
  </w:style>
  <w:style w:type="paragraph" w:customStyle="1" w:styleId="Style11">
    <w:name w:val="Style11"/>
    <w:basedOn w:val="Normal"/>
    <w:uiPriority w:val="99"/>
    <w:rsid w:val="00687F4E"/>
    <w:pPr>
      <w:widowControl w:val="0"/>
      <w:autoSpaceDE w:val="0"/>
      <w:autoSpaceDN w:val="0"/>
      <w:adjustRightInd w:val="0"/>
      <w:spacing w:after="0" w:line="270" w:lineRule="exact"/>
    </w:pPr>
    <w:rPr>
      <w:sz w:val="24"/>
      <w:szCs w:val="24"/>
      <w:lang w:eastAsia="ru-RU"/>
    </w:rPr>
  </w:style>
  <w:style w:type="character" w:customStyle="1" w:styleId="FontStyle22">
    <w:name w:val="Font Style22"/>
    <w:uiPriority w:val="99"/>
    <w:rsid w:val="00687F4E"/>
    <w:rPr>
      <w:rFonts w:ascii="Times New Roman" w:hAnsi="Times New Roman" w:cs="Times New Roman"/>
      <w:spacing w:val="10"/>
      <w:sz w:val="20"/>
      <w:szCs w:val="20"/>
    </w:rPr>
  </w:style>
  <w:style w:type="character" w:styleId="Hyperlink">
    <w:name w:val="Hyperlink"/>
    <w:basedOn w:val="DefaultParagraphFont"/>
    <w:uiPriority w:val="99"/>
    <w:rsid w:val="00687F4E"/>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TotalTime>
  <Pages>4</Pages>
  <Words>1485</Words>
  <Characters>8471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Зимницкая</dc:creator>
  <cp:keywords/>
  <dc:description/>
  <cp:lastModifiedBy>1</cp:lastModifiedBy>
  <cp:revision>9</cp:revision>
  <dcterms:created xsi:type="dcterms:W3CDTF">2019-11-04T15:44:00Z</dcterms:created>
  <dcterms:modified xsi:type="dcterms:W3CDTF">2020-10-14T04:44:00Z</dcterms:modified>
</cp:coreProperties>
</file>